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84FCD"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2D658B11" wp14:editId="2B94D0A3">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45BA4623" w14:textId="77777777" w:rsidR="003C14B3" w:rsidRDefault="003C14B3" w:rsidP="00463CA1">
      <w:pPr>
        <w:pStyle w:val="Title"/>
        <w:spacing w:line="240" w:lineRule="auto"/>
        <w:jc w:val="both"/>
        <w:rPr>
          <w:rFonts w:cs="Arial"/>
          <w:sz w:val="24"/>
          <w:szCs w:val="24"/>
        </w:rPr>
      </w:pPr>
    </w:p>
    <w:p w14:paraId="16217E51" w14:textId="77777777" w:rsidR="003C14B3" w:rsidRDefault="003C14B3" w:rsidP="00463CA1">
      <w:pPr>
        <w:pStyle w:val="Title"/>
        <w:spacing w:line="240" w:lineRule="auto"/>
        <w:jc w:val="both"/>
        <w:rPr>
          <w:rFonts w:cs="Arial"/>
          <w:sz w:val="24"/>
          <w:szCs w:val="24"/>
        </w:rPr>
      </w:pPr>
    </w:p>
    <w:p w14:paraId="1DF7957C" w14:textId="77777777" w:rsidR="003C14B3" w:rsidRDefault="003C14B3" w:rsidP="00463CA1">
      <w:pPr>
        <w:pStyle w:val="Title"/>
        <w:spacing w:line="240" w:lineRule="auto"/>
        <w:jc w:val="both"/>
        <w:rPr>
          <w:rFonts w:cs="Arial"/>
          <w:sz w:val="24"/>
          <w:szCs w:val="24"/>
        </w:rPr>
      </w:pPr>
    </w:p>
    <w:p w14:paraId="3E2E8865" w14:textId="77777777" w:rsidR="00466F0E" w:rsidRDefault="00466F0E" w:rsidP="00991D43">
      <w:pPr>
        <w:spacing w:after="0" w:line="240" w:lineRule="auto"/>
        <w:jc w:val="right"/>
        <w:rPr>
          <w:rFonts w:ascii="Arial" w:hAnsi="Arial"/>
          <w:b/>
          <w:sz w:val="24"/>
          <w:szCs w:val="24"/>
        </w:rPr>
      </w:pPr>
    </w:p>
    <w:p w14:paraId="1A335612" w14:textId="77777777" w:rsidR="00FA687E" w:rsidRDefault="00FA687E" w:rsidP="00991D43">
      <w:pPr>
        <w:spacing w:after="0" w:line="240" w:lineRule="auto"/>
        <w:jc w:val="right"/>
        <w:rPr>
          <w:rFonts w:ascii="Arial" w:hAnsi="Arial"/>
          <w:b/>
          <w:sz w:val="24"/>
          <w:szCs w:val="24"/>
        </w:rPr>
      </w:pPr>
    </w:p>
    <w:p w14:paraId="3E79C00A" w14:textId="77777777" w:rsidR="00466F0E" w:rsidRDefault="00466F0E" w:rsidP="00991D43">
      <w:pPr>
        <w:spacing w:after="0" w:line="240" w:lineRule="auto"/>
        <w:jc w:val="right"/>
        <w:rPr>
          <w:rFonts w:ascii="Arial" w:hAnsi="Arial"/>
          <w:b/>
          <w:sz w:val="24"/>
          <w:szCs w:val="24"/>
        </w:rPr>
      </w:pPr>
    </w:p>
    <w:p w14:paraId="5FC90EC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3F47FB1F"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4779BB83" w14:textId="77777777" w:rsidR="009D6106" w:rsidRDefault="009D6106" w:rsidP="00112196">
      <w:pPr>
        <w:pStyle w:val="Title"/>
        <w:jc w:val="right"/>
        <w:rPr>
          <w:sz w:val="40"/>
          <w:szCs w:val="40"/>
        </w:rPr>
      </w:pPr>
    </w:p>
    <w:p w14:paraId="241B75F8" w14:textId="77777777" w:rsidR="009D6106" w:rsidRDefault="00C40E5A" w:rsidP="00112196">
      <w:pPr>
        <w:pStyle w:val="Title"/>
        <w:jc w:val="right"/>
        <w:rPr>
          <w:sz w:val="40"/>
          <w:szCs w:val="40"/>
        </w:rPr>
      </w:pPr>
      <w:r>
        <w:rPr>
          <w:sz w:val="40"/>
          <w:szCs w:val="40"/>
        </w:rPr>
        <w:t xml:space="preserve">Annual Reporting Guidance Note and </w:t>
      </w:r>
    </w:p>
    <w:p w14:paraId="4C897BB7"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515C0667" w14:textId="77777777" w:rsidR="00F02F7A" w:rsidRPr="00112196" w:rsidRDefault="00F02F7A" w:rsidP="00112196">
      <w:pPr>
        <w:pStyle w:val="Title"/>
        <w:jc w:val="right"/>
        <w:rPr>
          <w:sz w:val="40"/>
          <w:szCs w:val="40"/>
        </w:rPr>
      </w:pPr>
    </w:p>
    <w:p w14:paraId="526E7EF9" w14:textId="77777777" w:rsidR="00466F0E" w:rsidRDefault="00466F0E" w:rsidP="00991D43">
      <w:pPr>
        <w:spacing w:after="0" w:line="240" w:lineRule="auto"/>
        <w:jc w:val="right"/>
        <w:rPr>
          <w:rFonts w:ascii="Arial" w:hAnsi="Arial"/>
          <w:b/>
          <w:sz w:val="24"/>
          <w:szCs w:val="24"/>
        </w:rPr>
      </w:pPr>
    </w:p>
    <w:p w14:paraId="740A0353" w14:textId="77777777" w:rsidR="00466F0E" w:rsidRPr="003C14B3" w:rsidRDefault="00466F0E" w:rsidP="00991D43">
      <w:pPr>
        <w:spacing w:after="0" w:line="240" w:lineRule="auto"/>
        <w:jc w:val="right"/>
        <w:rPr>
          <w:rFonts w:ascii="Arial" w:hAnsi="Arial"/>
          <w:b/>
          <w:sz w:val="24"/>
          <w:szCs w:val="24"/>
        </w:rPr>
      </w:pPr>
    </w:p>
    <w:p w14:paraId="3F2E846F" w14:textId="77777777" w:rsidR="00991D43" w:rsidRPr="00301FC9" w:rsidRDefault="00966A0B" w:rsidP="00991D43">
      <w:pPr>
        <w:pStyle w:val="Title"/>
        <w:jc w:val="right"/>
        <w:rPr>
          <w:sz w:val="40"/>
          <w:szCs w:val="40"/>
        </w:rPr>
      </w:pPr>
      <w:r>
        <w:rPr>
          <w:sz w:val="40"/>
          <w:szCs w:val="40"/>
        </w:rPr>
        <w:t>July</w:t>
      </w:r>
      <w:r w:rsidR="00315430" w:rsidRPr="00EE0FFC">
        <w:rPr>
          <w:sz w:val="40"/>
          <w:szCs w:val="40"/>
        </w:rPr>
        <w:t xml:space="preserve"> 2</w:t>
      </w:r>
      <w:r w:rsidR="00C717D7">
        <w:rPr>
          <w:sz w:val="40"/>
          <w:szCs w:val="40"/>
        </w:rPr>
        <w:t>020</w:t>
      </w:r>
    </w:p>
    <w:p w14:paraId="769B64C5"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4275E096"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35C09F" w14:textId="77777777" w:rsidR="000C4A2F" w:rsidRPr="00180D4B" w:rsidRDefault="000C4A2F" w:rsidP="000C4A2F">
      <w:pPr>
        <w:pStyle w:val="Title"/>
        <w:jc w:val="both"/>
        <w:rPr>
          <w:rFonts w:cs="Arial"/>
          <w:color w:val="008080"/>
          <w:szCs w:val="36"/>
        </w:rPr>
      </w:pPr>
    </w:p>
    <w:p w14:paraId="0C2B5D58"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077101">
          <w:rPr>
            <w:noProof/>
            <w:webHidden/>
          </w:rPr>
          <w:t>3</w:t>
        </w:r>
        <w:r w:rsidR="00F53AA9">
          <w:rPr>
            <w:noProof/>
            <w:webHidden/>
          </w:rPr>
          <w:fldChar w:fldCharType="end"/>
        </w:r>
      </w:hyperlink>
    </w:p>
    <w:p w14:paraId="76A8BAAE"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077101">
          <w:rPr>
            <w:noProof/>
            <w:webHidden/>
          </w:rPr>
          <w:t>4</w:t>
        </w:r>
        <w:r w:rsidR="00F53AA9">
          <w:rPr>
            <w:noProof/>
            <w:webHidden/>
          </w:rPr>
          <w:fldChar w:fldCharType="end"/>
        </w:r>
      </w:hyperlink>
    </w:p>
    <w:p w14:paraId="420E8A8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077101">
          <w:rPr>
            <w:noProof/>
            <w:webHidden/>
          </w:rPr>
          <w:t>4</w:t>
        </w:r>
        <w:r w:rsidR="00F53AA9">
          <w:rPr>
            <w:noProof/>
            <w:webHidden/>
          </w:rPr>
          <w:fldChar w:fldCharType="end"/>
        </w:r>
      </w:hyperlink>
    </w:p>
    <w:p w14:paraId="42E4B39C"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077101">
          <w:rPr>
            <w:noProof/>
            <w:webHidden/>
          </w:rPr>
          <w:t>4</w:t>
        </w:r>
        <w:r w:rsidR="00F53AA9">
          <w:rPr>
            <w:noProof/>
            <w:webHidden/>
          </w:rPr>
          <w:fldChar w:fldCharType="end"/>
        </w:r>
      </w:hyperlink>
    </w:p>
    <w:p w14:paraId="5ACB305A"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077101">
          <w:rPr>
            <w:noProof/>
            <w:webHidden/>
          </w:rPr>
          <w:t>4</w:t>
        </w:r>
        <w:r w:rsidR="00F53AA9">
          <w:rPr>
            <w:noProof/>
            <w:webHidden/>
          </w:rPr>
          <w:fldChar w:fldCharType="end"/>
        </w:r>
      </w:hyperlink>
    </w:p>
    <w:p w14:paraId="400ACDE1"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077101">
          <w:rPr>
            <w:noProof/>
            <w:webHidden/>
          </w:rPr>
          <w:t>6</w:t>
        </w:r>
        <w:r w:rsidR="00F53AA9">
          <w:rPr>
            <w:noProof/>
            <w:webHidden/>
          </w:rPr>
          <w:fldChar w:fldCharType="end"/>
        </w:r>
      </w:hyperlink>
    </w:p>
    <w:p w14:paraId="7988FAC4" w14:textId="77777777" w:rsidR="005950B3" w:rsidRDefault="000C4A2F" w:rsidP="00FA687E">
      <w:pPr>
        <w:pStyle w:val="TOC1"/>
        <w:tabs>
          <w:tab w:val="left" w:pos="440"/>
          <w:tab w:val="right" w:leader="dot" w:pos="9629"/>
        </w:tabs>
      </w:pPr>
      <w:r>
        <w:fldChar w:fldCharType="end"/>
      </w:r>
    </w:p>
    <w:p w14:paraId="17091CBA" w14:textId="77777777" w:rsidR="008A7B8F" w:rsidRDefault="008A7B8F" w:rsidP="008A7B8F"/>
    <w:p w14:paraId="539FD839" w14:textId="77777777" w:rsidR="009A6C6E" w:rsidRDefault="009A6C6E" w:rsidP="008A7B8F"/>
    <w:p w14:paraId="3636D594" w14:textId="77777777" w:rsidR="009A6C6E" w:rsidRDefault="009A6C6E" w:rsidP="008A7B8F"/>
    <w:p w14:paraId="70AC648E" w14:textId="77777777" w:rsidR="009A6C6E" w:rsidRDefault="009A6C6E" w:rsidP="008A7B8F"/>
    <w:p w14:paraId="209A9AF7" w14:textId="77777777" w:rsidR="009A6C6E" w:rsidRDefault="009A6C6E" w:rsidP="008A7B8F"/>
    <w:p w14:paraId="6637C77A" w14:textId="77777777" w:rsidR="009A6C6E" w:rsidRDefault="009A6C6E" w:rsidP="008A7B8F"/>
    <w:p w14:paraId="04EC73AF"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7E1EA450"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7892838D"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27CDA70B"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178E1D5A"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4208BCB1"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643BB893"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6224DD48" w14:textId="77777777" w:rsidR="00777982" w:rsidRPr="00AF141B" w:rsidRDefault="00777982" w:rsidP="00777982">
      <w:pPr>
        <w:pStyle w:val="Heading3"/>
        <w:numPr>
          <w:ilvl w:val="0"/>
          <w:numId w:val="0"/>
        </w:numPr>
        <w:spacing w:after="0" w:line="240" w:lineRule="auto"/>
        <w:jc w:val="left"/>
        <w:rPr>
          <w:rFonts w:cs="Arial"/>
          <w:szCs w:val="24"/>
        </w:rPr>
      </w:pPr>
    </w:p>
    <w:p w14:paraId="3B49F2FD"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1EFBB9F7" w14:textId="77777777" w:rsidR="00777982" w:rsidRPr="00AF141B" w:rsidRDefault="00777982" w:rsidP="00777982">
      <w:pPr>
        <w:pStyle w:val="Heading3"/>
        <w:numPr>
          <w:ilvl w:val="0"/>
          <w:numId w:val="0"/>
        </w:numPr>
        <w:spacing w:after="0" w:line="240" w:lineRule="auto"/>
        <w:jc w:val="left"/>
        <w:rPr>
          <w:rFonts w:cs="Arial"/>
          <w:szCs w:val="24"/>
        </w:rPr>
      </w:pPr>
    </w:p>
    <w:p w14:paraId="3A19FB58"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11CC24CE"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5FACB166"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7F1E8997"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51916981"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5289593F"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A31A87D"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5E19C51C"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1DABAD33"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E2031D3"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424639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530E5075"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67316AD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6DDCF892"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5138EEE7" w14:textId="77777777" w:rsidR="000073BB" w:rsidRDefault="000073BB" w:rsidP="006F2A9E">
      <w:pPr>
        <w:pStyle w:val="WelTAGsubheading"/>
        <w:spacing w:line="240" w:lineRule="auto"/>
      </w:pPr>
    </w:p>
    <w:p w14:paraId="1031E31F"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64E2CF83"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6C3FB7B8"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6377F398" w14:textId="77777777" w:rsidR="00B65BB0" w:rsidRDefault="00B65BB0" w:rsidP="0081416B">
      <w:pPr>
        <w:pStyle w:val="WelTAGsubheading"/>
        <w:spacing w:line="240" w:lineRule="auto"/>
        <w:ind w:left="0"/>
      </w:pPr>
    </w:p>
    <w:p w14:paraId="0BC901D6"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39582CA2"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06B51E0B"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6D4E41A4"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6E3932E0"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2361B6C9"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76ADF6C9"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0AE17EF3"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07CFE28F" w14:textId="77777777" w:rsidR="002C4033" w:rsidRDefault="002C4033" w:rsidP="002E19CA">
      <w:pPr>
        <w:pStyle w:val="Heading3"/>
        <w:numPr>
          <w:ilvl w:val="0"/>
          <w:numId w:val="0"/>
        </w:numPr>
        <w:ind w:left="982" w:firstLine="152"/>
        <w:rPr>
          <w:rStyle w:val="Heading3Char"/>
          <w:b/>
          <w:color w:val="31849B" w:themeColor="accent5" w:themeShade="BF"/>
        </w:rPr>
      </w:pPr>
    </w:p>
    <w:p w14:paraId="4D3336DB" w14:textId="77777777" w:rsidR="002C4033" w:rsidRDefault="002C4033" w:rsidP="002E19CA">
      <w:pPr>
        <w:pStyle w:val="Heading3"/>
        <w:numPr>
          <w:ilvl w:val="0"/>
          <w:numId w:val="0"/>
        </w:numPr>
        <w:ind w:left="982" w:firstLine="152"/>
        <w:rPr>
          <w:rStyle w:val="Heading3Char"/>
          <w:b/>
          <w:color w:val="31849B" w:themeColor="accent5" w:themeShade="BF"/>
        </w:rPr>
      </w:pPr>
    </w:p>
    <w:p w14:paraId="40CC3E29"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7679731F"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C42705D"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0BDD5C41"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4628F37E"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2C12065C"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4A8ACC3E" w14:textId="77777777" w:rsidR="00830495" w:rsidRDefault="00830495" w:rsidP="00830495">
      <w:pPr>
        <w:pStyle w:val="WelTAGsubheading"/>
        <w:spacing w:line="240" w:lineRule="auto"/>
      </w:pPr>
    </w:p>
    <w:p w14:paraId="49CA31AD"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6CE09ACD"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7F9FAC52"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2BA2BDC0"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1D56414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76D0EAAD" w14:textId="77777777" w:rsidTr="009D6106">
        <w:trPr>
          <w:trHeight w:val="565"/>
          <w:jc w:val="center"/>
        </w:trPr>
        <w:tc>
          <w:tcPr>
            <w:tcW w:w="1258" w:type="pct"/>
            <w:shd w:val="clear" w:color="auto" w:fill="92CDDC" w:themeFill="accent5" w:themeFillTint="99"/>
            <w:vAlign w:val="center"/>
          </w:tcPr>
          <w:p w14:paraId="1111E734"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76DF7D25" w14:textId="77777777" w:rsidR="00FA687E" w:rsidRPr="00B274A9" w:rsidRDefault="00BF2B98" w:rsidP="00D53E07">
            <w:pPr>
              <w:widowControl w:val="0"/>
              <w:rPr>
                <w:rFonts w:ascii="Arial" w:hAnsi="Arial" w:cs="Arial"/>
                <w:sz w:val="24"/>
                <w:szCs w:val="24"/>
              </w:rPr>
            </w:pPr>
            <w:r>
              <w:rPr>
                <w:rFonts w:ascii="Arial" w:hAnsi="Arial" w:cs="Arial"/>
                <w:sz w:val="24"/>
                <w:szCs w:val="24"/>
              </w:rPr>
              <w:t>Flintshire County Cou</w:t>
            </w:r>
            <w:r w:rsidR="00E44EFF">
              <w:rPr>
                <w:rFonts w:ascii="Arial" w:hAnsi="Arial" w:cs="Arial"/>
                <w:sz w:val="24"/>
                <w:szCs w:val="24"/>
              </w:rPr>
              <w:t>nty council</w:t>
            </w:r>
          </w:p>
        </w:tc>
      </w:tr>
      <w:tr w:rsidR="00FA687E" w:rsidRPr="00B274A9" w14:paraId="486264DE" w14:textId="77777777" w:rsidTr="009D6106">
        <w:trPr>
          <w:jc w:val="center"/>
        </w:trPr>
        <w:tc>
          <w:tcPr>
            <w:tcW w:w="1258" w:type="pct"/>
            <w:shd w:val="clear" w:color="auto" w:fill="92CDDC" w:themeFill="accent5" w:themeFillTint="99"/>
            <w:vAlign w:val="center"/>
          </w:tcPr>
          <w:p w14:paraId="47C7E0F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5A0E2FC8"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3C567380" w14:textId="77777777" w:rsidR="00CE2939" w:rsidRDefault="00CE2939" w:rsidP="00CE2939">
            <w:pPr>
              <w:pStyle w:val="PlainText"/>
            </w:pPr>
            <w:r>
              <w:t>[personal information redacted]</w:t>
            </w:r>
          </w:p>
          <w:p w14:paraId="710ADA37" w14:textId="3DE67B41" w:rsidR="00E44EFF" w:rsidRPr="00B274A9" w:rsidRDefault="00E44EFF" w:rsidP="00D53E07">
            <w:pPr>
              <w:widowControl w:val="0"/>
              <w:rPr>
                <w:rFonts w:ascii="Arial" w:hAnsi="Arial" w:cs="Arial"/>
                <w:sz w:val="24"/>
                <w:szCs w:val="24"/>
              </w:rPr>
            </w:pPr>
          </w:p>
        </w:tc>
      </w:tr>
      <w:tr w:rsidR="00FA687E" w:rsidRPr="00B274A9" w14:paraId="7055DC5A" w14:textId="77777777" w:rsidTr="009D6106">
        <w:trPr>
          <w:trHeight w:val="682"/>
          <w:jc w:val="center"/>
        </w:trPr>
        <w:tc>
          <w:tcPr>
            <w:tcW w:w="1258" w:type="pct"/>
            <w:shd w:val="clear" w:color="auto" w:fill="92CDDC" w:themeFill="accent5" w:themeFillTint="99"/>
            <w:vAlign w:val="center"/>
          </w:tcPr>
          <w:p w14:paraId="01C48047"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6A79DF49"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6077D5E7" w14:textId="77777777" w:rsidR="00FA687E" w:rsidRPr="00B274A9" w:rsidRDefault="00FA687E" w:rsidP="00D53E07">
            <w:pPr>
              <w:widowControl w:val="0"/>
              <w:rPr>
                <w:rFonts w:ascii="Arial" w:hAnsi="Arial" w:cs="Arial"/>
                <w:sz w:val="24"/>
                <w:szCs w:val="24"/>
              </w:rPr>
            </w:pPr>
          </w:p>
        </w:tc>
      </w:tr>
      <w:tr w:rsidR="005B1E07" w:rsidRPr="00B274A9" w14:paraId="24958893" w14:textId="77777777" w:rsidTr="009D6106">
        <w:trPr>
          <w:trHeight w:val="682"/>
          <w:jc w:val="center"/>
        </w:trPr>
        <w:tc>
          <w:tcPr>
            <w:tcW w:w="1258" w:type="pct"/>
            <w:shd w:val="clear" w:color="auto" w:fill="92CDDC" w:themeFill="accent5" w:themeFillTint="99"/>
            <w:vAlign w:val="center"/>
          </w:tcPr>
          <w:p w14:paraId="28F355F1"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1A34D219"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4915032F" w14:textId="77777777" w:rsidR="00CE2939" w:rsidRDefault="00CE2939" w:rsidP="00CE2939">
            <w:pPr>
              <w:pStyle w:val="PlainText"/>
            </w:pPr>
            <w:r>
              <w:t>[personal information redacted]</w:t>
            </w:r>
          </w:p>
          <w:p w14:paraId="776CD0DC" w14:textId="3D329A74" w:rsidR="005B1E07" w:rsidRPr="00B274A9" w:rsidRDefault="005B1E07" w:rsidP="00D53E07">
            <w:pPr>
              <w:widowControl w:val="0"/>
              <w:rPr>
                <w:rFonts w:ascii="Arial" w:hAnsi="Arial" w:cs="Arial"/>
                <w:sz w:val="24"/>
                <w:szCs w:val="24"/>
              </w:rPr>
            </w:pPr>
          </w:p>
        </w:tc>
      </w:tr>
      <w:tr w:rsidR="00FA687E" w:rsidRPr="00B274A9" w14:paraId="673EAD3D" w14:textId="77777777" w:rsidTr="009D6106">
        <w:trPr>
          <w:trHeight w:val="682"/>
          <w:jc w:val="center"/>
        </w:trPr>
        <w:tc>
          <w:tcPr>
            <w:tcW w:w="1258" w:type="pct"/>
            <w:shd w:val="clear" w:color="auto" w:fill="92CDDC" w:themeFill="accent5" w:themeFillTint="99"/>
            <w:vAlign w:val="center"/>
          </w:tcPr>
          <w:p w14:paraId="17A54499"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3A45693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13E22F56" w14:textId="77777777" w:rsidR="00FA687E" w:rsidRPr="00B274A9" w:rsidRDefault="00FA687E" w:rsidP="00D53E07">
            <w:pPr>
              <w:widowControl w:val="0"/>
              <w:rPr>
                <w:rFonts w:ascii="Arial" w:hAnsi="Arial" w:cs="Arial"/>
                <w:sz w:val="24"/>
                <w:szCs w:val="24"/>
              </w:rPr>
            </w:pPr>
          </w:p>
        </w:tc>
      </w:tr>
      <w:tr w:rsidR="00340171" w:rsidRPr="00B274A9" w14:paraId="2B4D7043" w14:textId="77777777" w:rsidTr="009D6106">
        <w:trPr>
          <w:trHeight w:val="682"/>
          <w:jc w:val="center"/>
        </w:trPr>
        <w:tc>
          <w:tcPr>
            <w:tcW w:w="1258" w:type="pct"/>
            <w:shd w:val="clear" w:color="auto" w:fill="92CDDC" w:themeFill="accent5" w:themeFillTint="99"/>
            <w:vAlign w:val="center"/>
          </w:tcPr>
          <w:p w14:paraId="6A88E36F"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208A1735"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6CA905B9" w14:textId="77777777" w:rsidR="00340171" w:rsidRPr="00B274A9" w:rsidRDefault="00340171" w:rsidP="00D53E07">
            <w:pPr>
              <w:widowControl w:val="0"/>
              <w:rPr>
                <w:rFonts w:ascii="Arial" w:hAnsi="Arial" w:cs="Arial"/>
                <w:sz w:val="24"/>
                <w:szCs w:val="24"/>
              </w:rPr>
            </w:pPr>
          </w:p>
        </w:tc>
      </w:tr>
    </w:tbl>
    <w:p w14:paraId="54D87D1A"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10442238"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20E174AB"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7C4DB150" w14:textId="77777777" w:rsidTr="000073BB">
        <w:trPr>
          <w:trHeight w:val="387"/>
        </w:trPr>
        <w:tc>
          <w:tcPr>
            <w:tcW w:w="1808" w:type="dxa"/>
            <w:shd w:val="clear" w:color="auto" w:fill="92CDDC" w:themeFill="accent5" w:themeFillTint="99"/>
          </w:tcPr>
          <w:p w14:paraId="0445920D"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7C00AC99" w14:textId="77777777" w:rsidR="005B1E07" w:rsidRDefault="0008526F" w:rsidP="000073BB">
            <w:pPr>
              <w:spacing w:after="0" w:line="240" w:lineRule="auto"/>
              <w:rPr>
                <w:rFonts w:ascii="Arial" w:hAnsi="Arial" w:cs="Arial"/>
                <w:sz w:val="24"/>
                <w:szCs w:val="24"/>
              </w:rPr>
            </w:pPr>
            <w:r>
              <w:rPr>
                <w:rFonts w:ascii="Arial" w:hAnsi="Arial" w:cs="Arial"/>
                <w:sz w:val="24"/>
                <w:szCs w:val="24"/>
              </w:rPr>
              <w:t>Active Travel</w:t>
            </w:r>
            <w:r w:rsidR="00880D48">
              <w:rPr>
                <w:rFonts w:ascii="Arial" w:hAnsi="Arial" w:cs="Arial"/>
                <w:sz w:val="24"/>
                <w:szCs w:val="24"/>
              </w:rPr>
              <w:t xml:space="preserve"> </w:t>
            </w:r>
          </w:p>
          <w:p w14:paraId="40EA6C68" w14:textId="77777777" w:rsidR="000073BB" w:rsidRPr="00A07C37" w:rsidRDefault="000073BB" w:rsidP="000073BB">
            <w:pPr>
              <w:spacing w:after="0" w:line="240" w:lineRule="auto"/>
              <w:rPr>
                <w:rFonts w:ascii="Arial" w:hAnsi="Arial" w:cs="Arial"/>
                <w:sz w:val="24"/>
                <w:szCs w:val="24"/>
              </w:rPr>
            </w:pPr>
          </w:p>
        </w:tc>
      </w:tr>
      <w:tr w:rsidR="000073BB" w:rsidRPr="00AF141B" w14:paraId="54805CDB" w14:textId="77777777" w:rsidTr="000073BB">
        <w:trPr>
          <w:trHeight w:val="406"/>
        </w:trPr>
        <w:tc>
          <w:tcPr>
            <w:tcW w:w="1808" w:type="dxa"/>
            <w:shd w:val="clear" w:color="auto" w:fill="92CDDC" w:themeFill="accent5" w:themeFillTint="99"/>
          </w:tcPr>
          <w:p w14:paraId="4B983A9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2A0D1F8E" w14:textId="77777777" w:rsidR="000073BB" w:rsidRPr="0008526F" w:rsidRDefault="0008526F" w:rsidP="000073BB">
            <w:pPr>
              <w:spacing w:after="0" w:line="240" w:lineRule="auto"/>
              <w:rPr>
                <w:rFonts w:ascii="Arial" w:hAnsi="Arial" w:cs="Arial"/>
                <w:sz w:val="24"/>
                <w:szCs w:val="24"/>
              </w:rPr>
            </w:pPr>
            <w:r>
              <w:rPr>
                <w:rFonts w:ascii="Arial" w:hAnsi="Arial" w:cs="Arial"/>
                <w:sz w:val="24"/>
                <w:szCs w:val="24"/>
              </w:rPr>
              <w:t>Croes Atti Roundabout to Rockliffe</w:t>
            </w:r>
            <w:r w:rsidR="00971731">
              <w:rPr>
                <w:rFonts w:ascii="Arial" w:hAnsi="Arial" w:cs="Arial"/>
                <w:sz w:val="24"/>
                <w:szCs w:val="24"/>
              </w:rPr>
              <w:t xml:space="preserve"> - Cycleway</w:t>
            </w:r>
          </w:p>
        </w:tc>
      </w:tr>
      <w:tr w:rsidR="000073BB" w:rsidRPr="00AF141B" w14:paraId="5FDFB53F" w14:textId="77777777" w:rsidTr="000073BB">
        <w:trPr>
          <w:trHeight w:val="406"/>
        </w:trPr>
        <w:tc>
          <w:tcPr>
            <w:tcW w:w="1808" w:type="dxa"/>
            <w:tcBorders>
              <w:bottom w:val="single" w:sz="6" w:space="0" w:color="auto"/>
            </w:tcBorders>
            <w:shd w:val="clear" w:color="auto" w:fill="92CDDC" w:themeFill="accent5" w:themeFillTint="99"/>
          </w:tcPr>
          <w:p w14:paraId="5B772854"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05531881" w14:textId="77777777" w:rsidR="000073BB" w:rsidRPr="00A07C37" w:rsidRDefault="0008526F" w:rsidP="000073BB">
            <w:pPr>
              <w:spacing w:after="0" w:line="240" w:lineRule="auto"/>
              <w:rPr>
                <w:rFonts w:ascii="Arial" w:hAnsi="Arial" w:cs="Arial"/>
                <w:sz w:val="24"/>
                <w:szCs w:val="24"/>
              </w:rPr>
            </w:pPr>
            <w:r>
              <w:rPr>
                <w:rFonts w:ascii="Arial" w:hAnsi="Arial" w:cs="Arial"/>
                <w:sz w:val="24"/>
                <w:szCs w:val="24"/>
              </w:rPr>
              <w:t>2017-18</w:t>
            </w:r>
          </w:p>
        </w:tc>
      </w:tr>
      <w:tr w:rsidR="000073BB" w:rsidRPr="00AF141B" w14:paraId="40B6945D"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24392E6B"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081C1105" w14:textId="77777777" w:rsidTr="000073BB">
        <w:trPr>
          <w:trHeight w:val="1286"/>
        </w:trPr>
        <w:tc>
          <w:tcPr>
            <w:tcW w:w="1808" w:type="dxa"/>
            <w:tcBorders>
              <w:top w:val="single" w:sz="6" w:space="0" w:color="auto"/>
            </w:tcBorders>
            <w:shd w:val="clear" w:color="auto" w:fill="B6DDE8" w:themeFill="accent5" w:themeFillTint="66"/>
          </w:tcPr>
          <w:p w14:paraId="3766974A"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75C6D41C" w14:textId="77777777" w:rsidR="000073BB" w:rsidRPr="0040708C" w:rsidRDefault="0008526F" w:rsidP="000073BB">
            <w:pPr>
              <w:spacing w:after="0" w:line="240" w:lineRule="auto"/>
              <w:rPr>
                <w:rFonts w:ascii="Arial" w:hAnsi="Arial" w:cs="Arial"/>
                <w:sz w:val="24"/>
                <w:szCs w:val="24"/>
              </w:rPr>
            </w:pPr>
            <w:r>
              <w:rPr>
                <w:rFonts w:ascii="Arial" w:hAnsi="Arial" w:cs="Arial"/>
                <w:sz w:val="24"/>
                <w:szCs w:val="24"/>
              </w:rPr>
              <w:t>£180</w:t>
            </w:r>
            <w:r w:rsidR="00880D48">
              <w:rPr>
                <w:rFonts w:ascii="Arial" w:hAnsi="Arial" w:cs="Arial"/>
                <w:sz w:val="24"/>
                <w:szCs w:val="24"/>
              </w:rPr>
              <w:t>k</w:t>
            </w:r>
          </w:p>
        </w:tc>
        <w:tc>
          <w:tcPr>
            <w:tcW w:w="1811" w:type="dxa"/>
            <w:tcBorders>
              <w:top w:val="single" w:sz="6" w:space="0" w:color="auto"/>
            </w:tcBorders>
            <w:shd w:val="clear" w:color="auto" w:fill="B6DDE8" w:themeFill="accent5" w:themeFillTint="66"/>
          </w:tcPr>
          <w:p w14:paraId="67C43B6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E276A08" w14:textId="77777777" w:rsidR="000073BB" w:rsidRPr="0040708C" w:rsidRDefault="0008526F" w:rsidP="000073BB">
            <w:pPr>
              <w:spacing w:after="0" w:line="240" w:lineRule="auto"/>
              <w:rPr>
                <w:rFonts w:ascii="Arial" w:hAnsi="Arial" w:cs="Arial"/>
                <w:sz w:val="24"/>
                <w:szCs w:val="24"/>
              </w:rPr>
            </w:pPr>
            <w:r>
              <w:rPr>
                <w:rFonts w:ascii="Arial" w:hAnsi="Arial" w:cs="Arial"/>
                <w:sz w:val="24"/>
                <w:szCs w:val="24"/>
              </w:rPr>
              <w:t>£180</w:t>
            </w:r>
            <w:r w:rsidR="00E44EFF">
              <w:rPr>
                <w:rFonts w:ascii="Arial" w:hAnsi="Arial" w:cs="Arial"/>
                <w:sz w:val="24"/>
                <w:szCs w:val="24"/>
              </w:rPr>
              <w:t>k</w:t>
            </w:r>
          </w:p>
        </w:tc>
        <w:tc>
          <w:tcPr>
            <w:tcW w:w="1390" w:type="dxa"/>
            <w:tcBorders>
              <w:top w:val="single" w:sz="6" w:space="0" w:color="auto"/>
            </w:tcBorders>
            <w:shd w:val="clear" w:color="auto" w:fill="B6DDE8" w:themeFill="accent5" w:themeFillTint="66"/>
          </w:tcPr>
          <w:p w14:paraId="791B94A9"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32231CFE" w14:textId="77777777" w:rsidR="000073BB" w:rsidRPr="0040708C" w:rsidRDefault="00E44EFF"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36243214" w14:textId="77777777" w:rsidTr="000073BB">
        <w:trPr>
          <w:trHeight w:val="357"/>
        </w:trPr>
        <w:tc>
          <w:tcPr>
            <w:tcW w:w="9322" w:type="dxa"/>
            <w:gridSpan w:val="6"/>
            <w:shd w:val="clear" w:color="auto" w:fill="B6DDE8" w:themeFill="accent5" w:themeFillTint="66"/>
          </w:tcPr>
          <w:p w14:paraId="37C5B101"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538ED248" w14:textId="77777777" w:rsidTr="000073BB">
        <w:trPr>
          <w:trHeight w:val="359"/>
        </w:trPr>
        <w:tc>
          <w:tcPr>
            <w:tcW w:w="9322" w:type="dxa"/>
            <w:gridSpan w:val="6"/>
          </w:tcPr>
          <w:p w14:paraId="25A20461" w14:textId="77777777" w:rsidR="002E19CA" w:rsidRPr="00AF141B" w:rsidRDefault="002E19CA" w:rsidP="000073BB">
            <w:pPr>
              <w:spacing w:after="0" w:line="240" w:lineRule="auto"/>
              <w:rPr>
                <w:rFonts w:ascii="Arial" w:hAnsi="Arial" w:cs="Arial"/>
                <w:sz w:val="24"/>
                <w:szCs w:val="24"/>
              </w:rPr>
            </w:pPr>
          </w:p>
        </w:tc>
      </w:tr>
      <w:tr w:rsidR="000073BB" w:rsidRPr="00AF141B" w14:paraId="31650CBB" w14:textId="77777777" w:rsidTr="000073BB">
        <w:trPr>
          <w:trHeight w:val="1286"/>
        </w:trPr>
        <w:tc>
          <w:tcPr>
            <w:tcW w:w="1808" w:type="dxa"/>
            <w:shd w:val="clear" w:color="auto" w:fill="B6DDE8" w:themeFill="accent5" w:themeFillTint="66"/>
          </w:tcPr>
          <w:p w14:paraId="2925F437"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3016B693" w14:textId="77777777" w:rsidR="000073BB" w:rsidRPr="0040708C" w:rsidRDefault="00C96F99" w:rsidP="000073BB">
            <w:pPr>
              <w:spacing w:after="0" w:line="240" w:lineRule="auto"/>
              <w:rPr>
                <w:rFonts w:ascii="Arial" w:hAnsi="Arial" w:cs="Arial"/>
                <w:sz w:val="24"/>
                <w:szCs w:val="24"/>
              </w:rPr>
            </w:pPr>
            <w:r>
              <w:rPr>
                <w:rFonts w:ascii="Arial" w:hAnsi="Arial" w:cs="Arial"/>
                <w:sz w:val="24"/>
                <w:szCs w:val="24"/>
              </w:rPr>
              <w:t>£180k</w:t>
            </w:r>
          </w:p>
        </w:tc>
        <w:tc>
          <w:tcPr>
            <w:tcW w:w="1811" w:type="dxa"/>
            <w:shd w:val="clear" w:color="auto" w:fill="B6DDE8" w:themeFill="accent5" w:themeFillTint="66"/>
          </w:tcPr>
          <w:p w14:paraId="72670203"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4C51A68" w14:textId="77777777" w:rsidR="000073BB" w:rsidRPr="0040708C" w:rsidRDefault="00C96F99" w:rsidP="000073BB">
            <w:pPr>
              <w:spacing w:after="0" w:line="240" w:lineRule="auto"/>
              <w:rPr>
                <w:rFonts w:ascii="Arial" w:hAnsi="Arial" w:cs="Arial"/>
                <w:sz w:val="24"/>
                <w:szCs w:val="24"/>
              </w:rPr>
            </w:pPr>
            <w:r>
              <w:rPr>
                <w:rFonts w:ascii="Arial" w:hAnsi="Arial" w:cs="Arial"/>
                <w:sz w:val="24"/>
                <w:szCs w:val="24"/>
              </w:rPr>
              <w:t>£180</w:t>
            </w:r>
          </w:p>
        </w:tc>
        <w:tc>
          <w:tcPr>
            <w:tcW w:w="1390" w:type="dxa"/>
            <w:shd w:val="clear" w:color="auto" w:fill="B6DDE8" w:themeFill="accent5" w:themeFillTint="66"/>
          </w:tcPr>
          <w:p w14:paraId="4893089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4BBD1F42" w14:textId="77777777" w:rsidR="000073BB" w:rsidRPr="0040708C" w:rsidRDefault="00C96F99"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E674296" w14:textId="77777777" w:rsidTr="000073BB">
        <w:trPr>
          <w:trHeight w:val="357"/>
        </w:trPr>
        <w:tc>
          <w:tcPr>
            <w:tcW w:w="9322" w:type="dxa"/>
            <w:gridSpan w:val="6"/>
            <w:shd w:val="clear" w:color="auto" w:fill="B6DDE8" w:themeFill="accent5" w:themeFillTint="66"/>
          </w:tcPr>
          <w:p w14:paraId="0CA62F0A"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4FA3D3FF" w14:textId="77777777" w:rsidTr="000073BB">
        <w:trPr>
          <w:trHeight w:val="408"/>
        </w:trPr>
        <w:tc>
          <w:tcPr>
            <w:tcW w:w="9322" w:type="dxa"/>
            <w:gridSpan w:val="6"/>
          </w:tcPr>
          <w:p w14:paraId="3A7257EC" w14:textId="77777777" w:rsidR="002E19CA" w:rsidRPr="00AF141B" w:rsidRDefault="00C96F99"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79D24536" w14:textId="77777777" w:rsidTr="000073BB">
        <w:trPr>
          <w:trHeight w:val="427"/>
        </w:trPr>
        <w:tc>
          <w:tcPr>
            <w:tcW w:w="9322" w:type="dxa"/>
            <w:gridSpan w:val="6"/>
            <w:shd w:val="clear" w:color="auto" w:fill="92CDDC" w:themeFill="accent5" w:themeFillTint="99"/>
          </w:tcPr>
          <w:p w14:paraId="5B08C09E"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392DB230" w14:textId="77777777" w:rsidTr="000073BB">
        <w:trPr>
          <w:trHeight w:val="370"/>
        </w:trPr>
        <w:tc>
          <w:tcPr>
            <w:tcW w:w="9322" w:type="dxa"/>
            <w:gridSpan w:val="6"/>
            <w:shd w:val="clear" w:color="auto" w:fill="B6DDE8" w:themeFill="accent5" w:themeFillTint="66"/>
          </w:tcPr>
          <w:p w14:paraId="12B62454"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709C59CB"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04037ECD" w14:textId="77777777" w:rsidTr="000073BB">
        <w:trPr>
          <w:trHeight w:val="412"/>
        </w:trPr>
        <w:tc>
          <w:tcPr>
            <w:tcW w:w="9322" w:type="dxa"/>
            <w:gridSpan w:val="6"/>
            <w:shd w:val="clear" w:color="auto" w:fill="auto"/>
          </w:tcPr>
          <w:p w14:paraId="2919B594" w14:textId="77777777" w:rsidR="00735C74" w:rsidRPr="00735C74" w:rsidRDefault="00735C74" w:rsidP="00735C74">
            <w:pPr>
              <w:spacing w:after="0" w:line="240" w:lineRule="auto"/>
              <w:rPr>
                <w:rFonts w:ascii="Arial" w:hAnsi="Arial" w:cs="Arial"/>
                <w:color w:val="000000"/>
                <w:szCs w:val="22"/>
                <w:lang w:eastAsia="en-US"/>
              </w:rPr>
            </w:pPr>
            <w:r w:rsidRPr="00735C74">
              <w:rPr>
                <w:rFonts w:ascii="Arial" w:hAnsi="Arial" w:cs="Arial"/>
                <w:color w:val="000000"/>
                <w:szCs w:val="22"/>
                <w:lang w:eastAsia="en-US"/>
              </w:rPr>
              <w:t xml:space="preserve">This scheme aims to improve connectivity and access between Flint and the existing network in the Connah’s Quay area that connects to the Deeside Industrial Park and wider Deeside area. </w:t>
            </w:r>
          </w:p>
          <w:p w14:paraId="5A57B5F2" w14:textId="77777777" w:rsidR="00735C74" w:rsidRPr="00735C74" w:rsidRDefault="00735C74" w:rsidP="00735C74">
            <w:pPr>
              <w:spacing w:after="0" w:line="240" w:lineRule="auto"/>
              <w:rPr>
                <w:rFonts w:ascii="Arial" w:hAnsi="Arial" w:cs="Arial"/>
                <w:color w:val="000000"/>
                <w:szCs w:val="22"/>
                <w:lang w:eastAsia="en-US"/>
              </w:rPr>
            </w:pPr>
          </w:p>
          <w:p w14:paraId="71EBF42E" w14:textId="77777777" w:rsidR="002E19CA" w:rsidRPr="00B40B1C" w:rsidRDefault="00735C74" w:rsidP="00735C74">
            <w:pPr>
              <w:rPr>
                <w:rFonts w:ascii="Arial" w:hAnsi="Arial" w:cs="Arial"/>
                <w:sz w:val="24"/>
                <w:szCs w:val="24"/>
              </w:rPr>
            </w:pPr>
            <w:r w:rsidRPr="00735C74">
              <w:rPr>
                <w:rFonts w:ascii="Arial" w:hAnsi="Arial" w:cs="Arial"/>
                <w:color w:val="000000"/>
                <w:szCs w:val="22"/>
                <w:lang w:eastAsia="en-US"/>
              </w:rPr>
              <w:t>At the Flint end the scheme connects to the Flint Foreshore development that is being led by CADW and FCC (Regeneration). Feasibility &amp; options study, outline designs and public consultation associated with the development of the town centre network in central Flint. This aims to connect the key destinations within the town centre (retail areas, rail station, leisure centre, Flint Foreshore) to the residential areas and coastal route.</w:t>
            </w:r>
          </w:p>
        </w:tc>
      </w:tr>
      <w:tr w:rsidR="00F53AA9" w:rsidRPr="00AF141B" w14:paraId="40D56CCC" w14:textId="77777777" w:rsidTr="00F53AA9">
        <w:trPr>
          <w:trHeight w:val="412"/>
        </w:trPr>
        <w:tc>
          <w:tcPr>
            <w:tcW w:w="9322" w:type="dxa"/>
            <w:gridSpan w:val="6"/>
            <w:shd w:val="clear" w:color="auto" w:fill="B6DDE8" w:themeFill="accent5" w:themeFillTint="66"/>
          </w:tcPr>
          <w:p w14:paraId="15243C24"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2A23F75D"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784C4544" w14:textId="77777777" w:rsidTr="000073BB">
        <w:trPr>
          <w:trHeight w:val="412"/>
        </w:trPr>
        <w:tc>
          <w:tcPr>
            <w:tcW w:w="9322" w:type="dxa"/>
            <w:gridSpan w:val="6"/>
            <w:shd w:val="clear" w:color="auto" w:fill="auto"/>
          </w:tcPr>
          <w:p w14:paraId="56BBA8EC" w14:textId="77777777" w:rsidR="00F53AA9" w:rsidRPr="0066760D" w:rsidRDefault="005418AF" w:rsidP="000073BB">
            <w:pPr>
              <w:spacing w:after="0" w:line="240" w:lineRule="auto"/>
              <w:rPr>
                <w:rFonts w:ascii="Arial" w:hAnsi="Arial" w:cs="Arial"/>
                <w:szCs w:val="22"/>
              </w:rPr>
            </w:pPr>
            <w:r w:rsidRPr="00CC6A63">
              <w:rPr>
                <w:rFonts w:ascii="Arial" w:hAnsi="Arial" w:cs="Arial"/>
                <w:sz w:val="24"/>
                <w:szCs w:val="24"/>
              </w:rPr>
              <w:t>Meetings held with Local members, Community Councillors and Local resi</w:t>
            </w:r>
            <w:r>
              <w:rPr>
                <w:rFonts w:ascii="Arial" w:hAnsi="Arial" w:cs="Arial"/>
                <w:sz w:val="24"/>
                <w:szCs w:val="24"/>
              </w:rPr>
              <w:t>dents</w:t>
            </w:r>
          </w:p>
        </w:tc>
      </w:tr>
      <w:tr w:rsidR="000073BB" w:rsidRPr="00AF141B" w14:paraId="062BE0A0" w14:textId="77777777" w:rsidTr="000073BB">
        <w:trPr>
          <w:trHeight w:val="398"/>
        </w:trPr>
        <w:tc>
          <w:tcPr>
            <w:tcW w:w="9322" w:type="dxa"/>
            <w:gridSpan w:val="6"/>
            <w:shd w:val="clear" w:color="auto" w:fill="B6DDE8" w:themeFill="accent5" w:themeFillTint="66"/>
          </w:tcPr>
          <w:p w14:paraId="210A323F"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1F366E22"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48814164" w14:textId="77777777" w:rsidTr="000073BB">
        <w:trPr>
          <w:trHeight w:val="439"/>
        </w:trPr>
        <w:tc>
          <w:tcPr>
            <w:tcW w:w="9322" w:type="dxa"/>
            <w:gridSpan w:val="6"/>
          </w:tcPr>
          <w:p w14:paraId="5C551E88" w14:textId="77777777" w:rsidR="002E19CA" w:rsidRPr="00AF141B" w:rsidRDefault="005418AF"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047B80D2" w14:textId="77777777" w:rsidTr="000073BB">
        <w:trPr>
          <w:trHeight w:val="447"/>
        </w:trPr>
        <w:tc>
          <w:tcPr>
            <w:tcW w:w="9322" w:type="dxa"/>
            <w:gridSpan w:val="6"/>
            <w:shd w:val="clear" w:color="auto" w:fill="B6DDE8" w:themeFill="accent5" w:themeFillTint="66"/>
          </w:tcPr>
          <w:p w14:paraId="21B66814"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6DC39D6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3C84FF10" w14:textId="77777777" w:rsidTr="000073BB">
        <w:trPr>
          <w:trHeight w:val="447"/>
        </w:trPr>
        <w:tc>
          <w:tcPr>
            <w:tcW w:w="9322" w:type="dxa"/>
            <w:gridSpan w:val="6"/>
          </w:tcPr>
          <w:p w14:paraId="1109B582" w14:textId="77777777" w:rsidR="00B238EB" w:rsidRPr="005418AF" w:rsidRDefault="005418AF" w:rsidP="00582EF9">
            <w:pPr>
              <w:spacing w:after="0" w:line="240" w:lineRule="auto"/>
              <w:rPr>
                <w:rFonts w:ascii="Arial" w:hAnsi="Arial" w:cs="Arial"/>
                <w:sz w:val="24"/>
                <w:szCs w:val="24"/>
              </w:rPr>
            </w:pPr>
            <w:r>
              <w:rPr>
                <w:rFonts w:ascii="Arial" w:hAnsi="Arial" w:cs="Arial"/>
                <w:sz w:val="24"/>
                <w:szCs w:val="24"/>
              </w:rPr>
              <w:t>N/A</w:t>
            </w:r>
          </w:p>
        </w:tc>
      </w:tr>
      <w:tr w:rsidR="000073BB" w:rsidRPr="00AF141B" w14:paraId="0582C3B0" w14:textId="77777777" w:rsidTr="000073BB">
        <w:trPr>
          <w:trHeight w:val="427"/>
        </w:trPr>
        <w:tc>
          <w:tcPr>
            <w:tcW w:w="9322" w:type="dxa"/>
            <w:gridSpan w:val="6"/>
            <w:shd w:val="clear" w:color="auto" w:fill="B6DDE8" w:themeFill="accent5" w:themeFillTint="66"/>
          </w:tcPr>
          <w:p w14:paraId="5539E38D"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lastRenderedPageBreak/>
              <w:t xml:space="preserve">Impact </w:t>
            </w:r>
            <w:r>
              <w:rPr>
                <w:rFonts w:ascii="Arial" w:hAnsi="Arial" w:cs="Arial"/>
                <w:b/>
                <w:sz w:val="24"/>
                <w:szCs w:val="24"/>
              </w:rPr>
              <w:t>of change</w:t>
            </w:r>
            <w:r w:rsidR="00452F8F">
              <w:rPr>
                <w:rFonts w:ascii="Arial" w:hAnsi="Arial" w:cs="Arial"/>
                <w:b/>
                <w:sz w:val="24"/>
                <w:szCs w:val="24"/>
              </w:rPr>
              <w:t>s</w:t>
            </w:r>
          </w:p>
          <w:p w14:paraId="28DB70CA"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1FB2907D" w14:textId="77777777" w:rsidTr="000073BB">
        <w:trPr>
          <w:trHeight w:val="427"/>
        </w:trPr>
        <w:tc>
          <w:tcPr>
            <w:tcW w:w="9322" w:type="dxa"/>
            <w:gridSpan w:val="6"/>
          </w:tcPr>
          <w:p w14:paraId="0499E34D" w14:textId="77777777" w:rsidR="002E19CA" w:rsidRPr="005418AF" w:rsidRDefault="005418AF" w:rsidP="000073BB">
            <w:pPr>
              <w:spacing w:after="0" w:line="240" w:lineRule="auto"/>
              <w:rPr>
                <w:rFonts w:ascii="Arial" w:hAnsi="Arial" w:cs="Arial"/>
                <w:sz w:val="24"/>
                <w:szCs w:val="24"/>
              </w:rPr>
            </w:pPr>
            <w:r>
              <w:rPr>
                <w:rFonts w:ascii="Arial" w:hAnsi="Arial" w:cs="Arial"/>
                <w:sz w:val="24"/>
                <w:szCs w:val="24"/>
              </w:rPr>
              <w:t>N/A</w:t>
            </w:r>
          </w:p>
          <w:p w14:paraId="1EB1A278" w14:textId="77777777" w:rsidR="00B238EB" w:rsidRPr="00AF141B" w:rsidRDefault="00B238EB" w:rsidP="000073BB">
            <w:pPr>
              <w:spacing w:after="0" w:line="240" w:lineRule="auto"/>
              <w:rPr>
                <w:rFonts w:ascii="Arial" w:hAnsi="Arial" w:cs="Arial"/>
                <w:b/>
                <w:sz w:val="24"/>
                <w:szCs w:val="24"/>
              </w:rPr>
            </w:pPr>
          </w:p>
        </w:tc>
      </w:tr>
      <w:tr w:rsidR="000073BB" w:rsidRPr="00AF141B" w14:paraId="4BDD692F" w14:textId="77777777" w:rsidTr="000073BB">
        <w:trPr>
          <w:trHeight w:val="360"/>
        </w:trPr>
        <w:tc>
          <w:tcPr>
            <w:tcW w:w="9322" w:type="dxa"/>
            <w:gridSpan w:val="6"/>
            <w:shd w:val="clear" w:color="auto" w:fill="B6DDE8" w:themeFill="accent5" w:themeFillTint="66"/>
          </w:tcPr>
          <w:p w14:paraId="205DDC69"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0E15F269" w14:textId="77777777" w:rsidTr="000073BB">
        <w:trPr>
          <w:trHeight w:val="360"/>
        </w:trPr>
        <w:tc>
          <w:tcPr>
            <w:tcW w:w="9322" w:type="dxa"/>
            <w:gridSpan w:val="6"/>
          </w:tcPr>
          <w:p w14:paraId="0818FD08" w14:textId="77777777" w:rsidR="002E19CA" w:rsidRDefault="00C96F99" w:rsidP="000073BB">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41AFBDED" w14:textId="77777777" w:rsidR="00B238EB" w:rsidRDefault="00B238EB" w:rsidP="000073BB">
            <w:pPr>
              <w:spacing w:after="0" w:line="240" w:lineRule="auto"/>
              <w:rPr>
                <w:rFonts w:ascii="Arial" w:hAnsi="Arial" w:cs="Arial"/>
                <w:sz w:val="24"/>
                <w:szCs w:val="24"/>
              </w:rPr>
            </w:pPr>
          </w:p>
        </w:tc>
      </w:tr>
      <w:tr w:rsidR="000073BB" w:rsidRPr="00AF141B" w14:paraId="7DF1D944" w14:textId="77777777" w:rsidTr="000073BB">
        <w:trPr>
          <w:trHeight w:val="427"/>
        </w:trPr>
        <w:tc>
          <w:tcPr>
            <w:tcW w:w="9322" w:type="dxa"/>
            <w:gridSpan w:val="6"/>
            <w:shd w:val="clear" w:color="auto" w:fill="92CDDC" w:themeFill="accent5" w:themeFillTint="99"/>
          </w:tcPr>
          <w:p w14:paraId="7B015A4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3AF6E57A" w14:textId="77777777" w:rsidTr="000073BB">
        <w:trPr>
          <w:trHeight w:val="360"/>
        </w:trPr>
        <w:tc>
          <w:tcPr>
            <w:tcW w:w="9322" w:type="dxa"/>
            <w:gridSpan w:val="6"/>
            <w:shd w:val="clear" w:color="auto" w:fill="B6DDE8" w:themeFill="accent5" w:themeFillTint="66"/>
          </w:tcPr>
          <w:p w14:paraId="422906CE"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01A9C576" w14:textId="77777777" w:rsidTr="00130DDA">
        <w:trPr>
          <w:trHeight w:val="360"/>
        </w:trPr>
        <w:tc>
          <w:tcPr>
            <w:tcW w:w="9322" w:type="dxa"/>
            <w:gridSpan w:val="6"/>
            <w:shd w:val="clear" w:color="auto" w:fill="auto"/>
          </w:tcPr>
          <w:p w14:paraId="2CCE4E97" w14:textId="77777777" w:rsidR="00327545" w:rsidRPr="00327545" w:rsidRDefault="00327545" w:rsidP="00C674D9">
            <w:pPr>
              <w:autoSpaceDE w:val="0"/>
              <w:autoSpaceDN w:val="0"/>
              <w:adjustRightInd w:val="0"/>
              <w:spacing w:after="167" w:line="240" w:lineRule="auto"/>
              <w:rPr>
                <w:rFonts w:ascii="Arial" w:hAnsi="Arial" w:cs="Arial"/>
                <w:b/>
                <w:sz w:val="24"/>
                <w:szCs w:val="24"/>
              </w:rPr>
            </w:pPr>
            <w:r>
              <w:rPr>
                <w:rFonts w:ascii="Arial" w:hAnsi="Arial" w:cs="Arial"/>
                <w:color w:val="000000"/>
                <w:sz w:val="24"/>
                <w:szCs w:val="24"/>
              </w:rPr>
              <w:t>Provision of 3m wide off road cycle way</w:t>
            </w:r>
            <w:r w:rsidR="00C674D9">
              <w:rPr>
                <w:rFonts w:ascii="Arial" w:hAnsi="Arial" w:cs="Arial"/>
                <w:color w:val="000000"/>
                <w:sz w:val="24"/>
                <w:szCs w:val="24"/>
              </w:rPr>
              <w:t xml:space="preserve">. </w:t>
            </w:r>
            <w:r>
              <w:rPr>
                <w:rFonts w:ascii="Arial" w:hAnsi="Arial" w:cs="Arial"/>
                <w:color w:val="000000"/>
                <w:sz w:val="24"/>
                <w:szCs w:val="24"/>
              </w:rPr>
              <w:t>Relocation of lighting columns to provide required cycle way width</w:t>
            </w:r>
            <w:r w:rsidR="00C674D9">
              <w:rPr>
                <w:rFonts w:ascii="Arial" w:hAnsi="Arial" w:cs="Arial"/>
                <w:color w:val="000000"/>
                <w:sz w:val="24"/>
                <w:szCs w:val="24"/>
              </w:rPr>
              <w:t xml:space="preserve">. </w:t>
            </w:r>
            <w:r>
              <w:rPr>
                <w:rFonts w:ascii="Arial" w:hAnsi="Arial" w:cs="Arial"/>
                <w:color w:val="000000"/>
                <w:sz w:val="24"/>
                <w:szCs w:val="24"/>
              </w:rPr>
              <w:t>Provision of signing</w:t>
            </w:r>
            <w:r w:rsidR="00C674D9">
              <w:rPr>
                <w:rFonts w:ascii="Arial" w:hAnsi="Arial" w:cs="Arial"/>
                <w:color w:val="000000"/>
                <w:sz w:val="24"/>
                <w:szCs w:val="24"/>
              </w:rPr>
              <w:t xml:space="preserve">. </w:t>
            </w:r>
            <w:r>
              <w:rPr>
                <w:rFonts w:ascii="Arial" w:hAnsi="Arial" w:cs="Arial"/>
                <w:color w:val="000000"/>
                <w:sz w:val="24"/>
                <w:szCs w:val="24"/>
              </w:rPr>
              <w:t>New drop crossing across all entrances &amp; junctions along route.</w:t>
            </w:r>
          </w:p>
        </w:tc>
      </w:tr>
      <w:tr w:rsidR="00130DDA" w:rsidRPr="00AF141B" w14:paraId="14C8C709" w14:textId="77777777" w:rsidTr="000073BB">
        <w:trPr>
          <w:trHeight w:val="360"/>
        </w:trPr>
        <w:tc>
          <w:tcPr>
            <w:tcW w:w="9322" w:type="dxa"/>
            <w:gridSpan w:val="6"/>
            <w:shd w:val="clear" w:color="auto" w:fill="B6DDE8" w:themeFill="accent5" w:themeFillTint="66"/>
          </w:tcPr>
          <w:p w14:paraId="6908E1BC"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0DA8E8E3" w14:textId="77777777" w:rsidTr="000073BB">
        <w:trPr>
          <w:trHeight w:val="360"/>
        </w:trPr>
        <w:tc>
          <w:tcPr>
            <w:tcW w:w="9322" w:type="dxa"/>
            <w:gridSpan w:val="6"/>
            <w:shd w:val="clear" w:color="auto" w:fill="auto"/>
          </w:tcPr>
          <w:p w14:paraId="75886C1F" w14:textId="77777777" w:rsidR="002E19CA" w:rsidRPr="00AF141B" w:rsidRDefault="00327545" w:rsidP="000073BB">
            <w:pPr>
              <w:spacing w:after="0" w:line="240" w:lineRule="auto"/>
              <w:rPr>
                <w:rFonts w:ascii="Arial" w:hAnsi="Arial" w:cs="Arial"/>
                <w:sz w:val="24"/>
                <w:szCs w:val="24"/>
              </w:rPr>
            </w:pPr>
            <w:r>
              <w:rPr>
                <w:rFonts w:ascii="Arial" w:hAnsi="Arial" w:cs="Arial"/>
                <w:sz w:val="24"/>
                <w:szCs w:val="24"/>
              </w:rPr>
              <w:t>Increased usage of cycle path provided by documental evidence.</w:t>
            </w:r>
            <w:r w:rsidR="00C131A6">
              <w:rPr>
                <w:rFonts w:ascii="Arial" w:hAnsi="Arial" w:cs="Arial"/>
                <w:sz w:val="24"/>
                <w:szCs w:val="24"/>
              </w:rPr>
              <w:t xml:space="preserve"> The path provides a missing link into the existing cycle network.</w:t>
            </w:r>
          </w:p>
        </w:tc>
      </w:tr>
      <w:tr w:rsidR="000073BB" w:rsidRPr="00AF141B" w14:paraId="6DEC2139" w14:textId="77777777" w:rsidTr="000073BB">
        <w:trPr>
          <w:trHeight w:val="360"/>
        </w:trPr>
        <w:tc>
          <w:tcPr>
            <w:tcW w:w="9322" w:type="dxa"/>
            <w:gridSpan w:val="6"/>
            <w:shd w:val="clear" w:color="auto" w:fill="B6DDE8" w:themeFill="accent5" w:themeFillTint="66"/>
          </w:tcPr>
          <w:p w14:paraId="23FAF740"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63172BDC" w14:textId="77777777" w:rsidTr="000073BB">
        <w:trPr>
          <w:trHeight w:val="360"/>
        </w:trPr>
        <w:tc>
          <w:tcPr>
            <w:tcW w:w="9322" w:type="dxa"/>
            <w:gridSpan w:val="6"/>
            <w:shd w:val="clear" w:color="auto" w:fill="auto"/>
          </w:tcPr>
          <w:p w14:paraId="16C372C8" w14:textId="77777777" w:rsidR="002E19CA" w:rsidRPr="00971731" w:rsidRDefault="00971731" w:rsidP="000073BB">
            <w:pPr>
              <w:spacing w:after="0" w:line="240" w:lineRule="auto"/>
              <w:rPr>
                <w:rFonts w:ascii="Arial" w:hAnsi="Arial" w:cs="Arial"/>
                <w:sz w:val="24"/>
                <w:szCs w:val="24"/>
              </w:rPr>
            </w:pPr>
            <w:r>
              <w:rPr>
                <w:rFonts w:ascii="Arial" w:hAnsi="Arial" w:cs="Arial"/>
                <w:sz w:val="24"/>
                <w:szCs w:val="24"/>
              </w:rPr>
              <w:t>Time constraints associated with delayed funding approval in respect of delivery of scheme within financial year.</w:t>
            </w:r>
          </w:p>
        </w:tc>
      </w:tr>
      <w:tr w:rsidR="00F53AA9" w:rsidRPr="00AF141B" w14:paraId="476DFBDC" w14:textId="77777777" w:rsidTr="00F53AA9">
        <w:trPr>
          <w:trHeight w:val="412"/>
        </w:trPr>
        <w:tc>
          <w:tcPr>
            <w:tcW w:w="9322" w:type="dxa"/>
            <w:gridSpan w:val="6"/>
            <w:shd w:val="clear" w:color="auto" w:fill="B6DDE8" w:themeFill="accent5" w:themeFillTint="66"/>
          </w:tcPr>
          <w:p w14:paraId="0AFA8286"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57890777" w14:textId="77777777" w:rsidTr="00F53AA9">
        <w:trPr>
          <w:trHeight w:val="412"/>
        </w:trPr>
        <w:tc>
          <w:tcPr>
            <w:tcW w:w="9322" w:type="dxa"/>
            <w:gridSpan w:val="6"/>
            <w:shd w:val="clear" w:color="auto" w:fill="auto"/>
          </w:tcPr>
          <w:p w14:paraId="61641511" w14:textId="77777777" w:rsidR="00F53AA9" w:rsidRPr="00971731" w:rsidRDefault="00971731" w:rsidP="00F53AA9">
            <w:pPr>
              <w:spacing w:after="0" w:line="240" w:lineRule="auto"/>
              <w:rPr>
                <w:rFonts w:ascii="Arial" w:hAnsi="Arial" w:cs="Arial"/>
                <w:sz w:val="24"/>
                <w:szCs w:val="24"/>
              </w:rPr>
            </w:pPr>
            <w:r>
              <w:rPr>
                <w:rFonts w:ascii="Arial" w:hAnsi="Arial" w:cs="Arial"/>
                <w:sz w:val="24"/>
                <w:szCs w:val="24"/>
              </w:rPr>
              <w:t>N/A</w:t>
            </w:r>
          </w:p>
        </w:tc>
      </w:tr>
      <w:tr w:rsidR="006F2A70" w:rsidRPr="00AF141B" w14:paraId="203B7E5C" w14:textId="77777777" w:rsidTr="006F2A70">
        <w:trPr>
          <w:trHeight w:val="360"/>
        </w:trPr>
        <w:tc>
          <w:tcPr>
            <w:tcW w:w="9322" w:type="dxa"/>
            <w:gridSpan w:val="6"/>
            <w:shd w:val="clear" w:color="auto" w:fill="B6DDE8" w:themeFill="accent5" w:themeFillTint="66"/>
          </w:tcPr>
          <w:p w14:paraId="3EF03559"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4AB12E" w14:textId="77777777" w:rsidTr="000073BB">
        <w:trPr>
          <w:trHeight w:val="360"/>
        </w:trPr>
        <w:tc>
          <w:tcPr>
            <w:tcW w:w="9322" w:type="dxa"/>
            <w:gridSpan w:val="6"/>
            <w:shd w:val="clear" w:color="auto" w:fill="auto"/>
          </w:tcPr>
          <w:p w14:paraId="256B5FE6" w14:textId="77777777" w:rsidR="002A2F1C" w:rsidRPr="00244C0E" w:rsidRDefault="00244C0E" w:rsidP="000073BB">
            <w:pPr>
              <w:spacing w:after="0" w:line="240" w:lineRule="auto"/>
              <w:rPr>
                <w:rFonts w:ascii="Arial" w:hAnsi="Arial" w:cs="Arial"/>
                <w:sz w:val="24"/>
                <w:szCs w:val="24"/>
              </w:rPr>
            </w:pPr>
            <w:r>
              <w:rPr>
                <w:rFonts w:ascii="Arial" w:hAnsi="Arial" w:cs="Arial"/>
                <w:sz w:val="24"/>
                <w:szCs w:val="24"/>
              </w:rPr>
              <w:t>No relevant events occurred during construction</w:t>
            </w:r>
          </w:p>
        </w:tc>
      </w:tr>
      <w:tr w:rsidR="006F2A70" w:rsidRPr="00AF141B" w14:paraId="45787890" w14:textId="77777777" w:rsidTr="006F2A70">
        <w:trPr>
          <w:trHeight w:val="360"/>
        </w:trPr>
        <w:tc>
          <w:tcPr>
            <w:tcW w:w="9322" w:type="dxa"/>
            <w:gridSpan w:val="6"/>
            <w:shd w:val="clear" w:color="auto" w:fill="B6DDE8" w:themeFill="accent5" w:themeFillTint="66"/>
          </w:tcPr>
          <w:p w14:paraId="037BF527"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7B4F0BB" w14:textId="77777777" w:rsidTr="000073BB">
        <w:trPr>
          <w:trHeight w:val="360"/>
        </w:trPr>
        <w:tc>
          <w:tcPr>
            <w:tcW w:w="9322" w:type="dxa"/>
            <w:gridSpan w:val="6"/>
            <w:shd w:val="clear" w:color="auto" w:fill="auto"/>
          </w:tcPr>
          <w:p w14:paraId="39B60A46" w14:textId="77777777" w:rsidR="002A2F1C" w:rsidRPr="00E92977" w:rsidRDefault="005431A4" w:rsidP="000073BB">
            <w:pPr>
              <w:spacing w:after="0" w:line="240" w:lineRule="auto"/>
              <w:rPr>
                <w:rFonts w:ascii="Arial" w:hAnsi="Arial" w:cs="Arial"/>
                <w:sz w:val="24"/>
                <w:szCs w:val="24"/>
              </w:rPr>
            </w:pPr>
            <w:r>
              <w:rPr>
                <w:rFonts w:ascii="Arial" w:hAnsi="Arial" w:cs="Arial"/>
                <w:sz w:val="24"/>
                <w:szCs w:val="24"/>
              </w:rPr>
              <w:t>Regular c</w:t>
            </w:r>
            <w:r w:rsidR="00E92977">
              <w:rPr>
                <w:rFonts w:ascii="Arial" w:hAnsi="Arial" w:cs="Arial"/>
                <w:sz w:val="24"/>
                <w:szCs w:val="24"/>
              </w:rPr>
              <w:t>onsultation</w:t>
            </w:r>
            <w:r>
              <w:rPr>
                <w:rFonts w:ascii="Arial" w:hAnsi="Arial" w:cs="Arial"/>
                <w:sz w:val="24"/>
                <w:szCs w:val="24"/>
              </w:rPr>
              <w:t xml:space="preserve">s with residents and local business enabled a smother scheme delivery. </w:t>
            </w:r>
          </w:p>
        </w:tc>
      </w:tr>
      <w:tr w:rsidR="000073BB" w:rsidRPr="00AF141B" w14:paraId="47140D84" w14:textId="77777777" w:rsidTr="000073BB">
        <w:trPr>
          <w:trHeight w:val="360"/>
        </w:trPr>
        <w:tc>
          <w:tcPr>
            <w:tcW w:w="9322" w:type="dxa"/>
            <w:gridSpan w:val="6"/>
            <w:shd w:val="clear" w:color="auto" w:fill="B6DDE8" w:themeFill="accent5" w:themeFillTint="66"/>
          </w:tcPr>
          <w:p w14:paraId="1383EC7C"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B519A8C" w14:textId="77777777" w:rsidTr="000073BB">
        <w:trPr>
          <w:trHeight w:val="360"/>
        </w:trPr>
        <w:tc>
          <w:tcPr>
            <w:tcW w:w="9322" w:type="dxa"/>
            <w:gridSpan w:val="6"/>
            <w:shd w:val="clear" w:color="auto" w:fill="auto"/>
          </w:tcPr>
          <w:p w14:paraId="67574AD5" w14:textId="77777777" w:rsidR="00C96F99" w:rsidRDefault="00C96F99" w:rsidP="00C96F99">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1ADEAAF8" w14:textId="77777777" w:rsidR="002E19CA" w:rsidRDefault="002E19CA" w:rsidP="000073BB">
            <w:pPr>
              <w:spacing w:after="0" w:line="240" w:lineRule="auto"/>
              <w:rPr>
                <w:rFonts w:ascii="Arial" w:hAnsi="Arial" w:cs="Arial"/>
                <w:sz w:val="24"/>
                <w:szCs w:val="24"/>
              </w:rPr>
            </w:pPr>
          </w:p>
        </w:tc>
      </w:tr>
      <w:tr w:rsidR="000073BB" w:rsidRPr="00AF141B" w14:paraId="6739E9E8" w14:textId="77777777" w:rsidTr="000073BB">
        <w:trPr>
          <w:trHeight w:val="427"/>
        </w:trPr>
        <w:tc>
          <w:tcPr>
            <w:tcW w:w="9322" w:type="dxa"/>
            <w:gridSpan w:val="6"/>
            <w:shd w:val="clear" w:color="auto" w:fill="92CDDC" w:themeFill="accent5" w:themeFillTint="99"/>
          </w:tcPr>
          <w:p w14:paraId="34A2DE60"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32995F10" w14:textId="77777777" w:rsidTr="000073BB">
        <w:trPr>
          <w:trHeight w:val="360"/>
        </w:trPr>
        <w:tc>
          <w:tcPr>
            <w:tcW w:w="9322" w:type="dxa"/>
            <w:gridSpan w:val="6"/>
            <w:shd w:val="clear" w:color="auto" w:fill="B6DDE8" w:themeFill="accent5" w:themeFillTint="66"/>
          </w:tcPr>
          <w:p w14:paraId="33CF4BBD"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262C5371" w14:textId="77777777" w:rsidTr="000073BB">
        <w:trPr>
          <w:trHeight w:val="360"/>
        </w:trPr>
        <w:tc>
          <w:tcPr>
            <w:tcW w:w="9322" w:type="dxa"/>
            <w:gridSpan w:val="6"/>
            <w:shd w:val="clear" w:color="auto" w:fill="auto"/>
          </w:tcPr>
          <w:p w14:paraId="40E0B4A4" w14:textId="77777777" w:rsidR="002E19CA" w:rsidRDefault="00C96F99" w:rsidP="000073BB">
            <w:pPr>
              <w:spacing w:after="0" w:line="240" w:lineRule="auto"/>
              <w:rPr>
                <w:rFonts w:ascii="Arial" w:hAnsi="Arial" w:cs="Arial"/>
                <w:sz w:val="24"/>
                <w:szCs w:val="24"/>
              </w:rPr>
            </w:pPr>
            <w:r>
              <w:rPr>
                <w:rFonts w:ascii="Arial" w:hAnsi="Arial" w:cs="Arial"/>
                <w:sz w:val="24"/>
                <w:szCs w:val="24"/>
              </w:rPr>
              <w:t xml:space="preserve">Potential increase in Active Travel modes of transport </w:t>
            </w:r>
            <w:r w:rsidR="00F530DB">
              <w:rPr>
                <w:rFonts w:ascii="Arial" w:hAnsi="Arial" w:cs="Arial"/>
                <w:sz w:val="24"/>
                <w:szCs w:val="24"/>
              </w:rPr>
              <w:t>accessing services and employment</w:t>
            </w:r>
          </w:p>
          <w:p w14:paraId="077ECA87" w14:textId="77777777" w:rsidR="00F530DB" w:rsidRPr="00AF141B" w:rsidRDefault="00F530DB" w:rsidP="000073BB">
            <w:pPr>
              <w:spacing w:after="0" w:line="240" w:lineRule="auto"/>
              <w:rPr>
                <w:rFonts w:ascii="Arial" w:hAnsi="Arial" w:cs="Arial"/>
                <w:sz w:val="24"/>
                <w:szCs w:val="24"/>
              </w:rPr>
            </w:pPr>
          </w:p>
        </w:tc>
      </w:tr>
      <w:tr w:rsidR="000073BB" w:rsidRPr="00AF141B" w14:paraId="7F071808" w14:textId="77777777" w:rsidTr="000073BB">
        <w:trPr>
          <w:trHeight w:val="360"/>
        </w:trPr>
        <w:tc>
          <w:tcPr>
            <w:tcW w:w="9322" w:type="dxa"/>
            <w:gridSpan w:val="6"/>
            <w:shd w:val="clear" w:color="auto" w:fill="B6DDE8" w:themeFill="accent5" w:themeFillTint="66"/>
          </w:tcPr>
          <w:p w14:paraId="0D89EAF3"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6C885DBE" w14:textId="77777777" w:rsidTr="000073BB">
        <w:trPr>
          <w:trHeight w:val="360"/>
        </w:trPr>
        <w:tc>
          <w:tcPr>
            <w:tcW w:w="9322" w:type="dxa"/>
            <w:gridSpan w:val="6"/>
            <w:shd w:val="clear" w:color="auto" w:fill="auto"/>
          </w:tcPr>
          <w:p w14:paraId="4E31EE1B" w14:textId="77777777" w:rsidR="002E19CA" w:rsidRPr="004540E4" w:rsidRDefault="004540E4" w:rsidP="000073BB">
            <w:pPr>
              <w:spacing w:after="0" w:line="240" w:lineRule="auto"/>
              <w:rPr>
                <w:rFonts w:ascii="Arial" w:hAnsi="Arial" w:cs="Arial"/>
                <w:sz w:val="24"/>
                <w:szCs w:val="24"/>
              </w:rPr>
            </w:pPr>
            <w:r>
              <w:rPr>
                <w:rFonts w:ascii="Arial" w:hAnsi="Arial" w:cs="Arial"/>
                <w:sz w:val="24"/>
                <w:szCs w:val="24"/>
              </w:rPr>
              <w:t>The scheme provides an element of potential future cycle way network infrastructure. This includes the potential relocation of NCN 5 through the Coes Atti development linking into services within Flint town centre. The scheme</w:t>
            </w:r>
            <w:r w:rsidR="00C717D7">
              <w:rPr>
                <w:rFonts w:ascii="Arial" w:hAnsi="Arial" w:cs="Arial"/>
                <w:sz w:val="24"/>
                <w:szCs w:val="24"/>
              </w:rPr>
              <w:t xml:space="preserve"> is also referenced in the work currently being undertaken by Acardis links into Flint Station</w:t>
            </w:r>
          </w:p>
        </w:tc>
      </w:tr>
      <w:tr w:rsidR="00F53AA9" w:rsidRPr="00AF141B" w14:paraId="671BA54C" w14:textId="77777777" w:rsidTr="00F53AA9">
        <w:trPr>
          <w:trHeight w:val="412"/>
        </w:trPr>
        <w:tc>
          <w:tcPr>
            <w:tcW w:w="9322" w:type="dxa"/>
            <w:gridSpan w:val="6"/>
            <w:shd w:val="clear" w:color="auto" w:fill="B6DDE8" w:themeFill="accent5" w:themeFillTint="66"/>
          </w:tcPr>
          <w:p w14:paraId="46813D5B"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lastRenderedPageBreak/>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066B4D57" w14:textId="77777777" w:rsidTr="00F53AA9">
        <w:trPr>
          <w:trHeight w:val="412"/>
        </w:trPr>
        <w:tc>
          <w:tcPr>
            <w:tcW w:w="9322" w:type="dxa"/>
            <w:gridSpan w:val="6"/>
            <w:shd w:val="clear" w:color="auto" w:fill="auto"/>
          </w:tcPr>
          <w:p w14:paraId="2AA13B43" w14:textId="77777777" w:rsidR="00F53AA9" w:rsidRPr="002D4B75" w:rsidRDefault="002D4B75" w:rsidP="00F53AA9">
            <w:pPr>
              <w:spacing w:after="0" w:line="240" w:lineRule="auto"/>
              <w:rPr>
                <w:rFonts w:ascii="Arial" w:hAnsi="Arial" w:cs="Arial"/>
                <w:sz w:val="24"/>
                <w:szCs w:val="24"/>
              </w:rPr>
            </w:pPr>
            <w:r>
              <w:rPr>
                <w:rFonts w:ascii="Arial" w:hAnsi="Arial" w:cs="Arial"/>
                <w:sz w:val="24"/>
                <w:szCs w:val="24"/>
              </w:rPr>
              <w:t>Engagement with Sustrans and cycle user groups on promoting and usage</w:t>
            </w:r>
          </w:p>
        </w:tc>
      </w:tr>
      <w:tr w:rsidR="006F2A70" w:rsidRPr="00AF141B" w14:paraId="785F8E84" w14:textId="77777777" w:rsidTr="002A2F1C">
        <w:trPr>
          <w:trHeight w:val="360"/>
        </w:trPr>
        <w:tc>
          <w:tcPr>
            <w:tcW w:w="9322" w:type="dxa"/>
            <w:gridSpan w:val="6"/>
            <w:shd w:val="clear" w:color="auto" w:fill="B6DDE8" w:themeFill="accent5" w:themeFillTint="66"/>
          </w:tcPr>
          <w:p w14:paraId="5D82A778"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54291A9F" w14:textId="77777777" w:rsidTr="000073BB">
        <w:trPr>
          <w:trHeight w:val="360"/>
        </w:trPr>
        <w:tc>
          <w:tcPr>
            <w:tcW w:w="9322" w:type="dxa"/>
            <w:gridSpan w:val="6"/>
            <w:shd w:val="clear" w:color="auto" w:fill="auto"/>
          </w:tcPr>
          <w:p w14:paraId="04EB5BB0" w14:textId="77777777" w:rsidR="002A2F1C" w:rsidRPr="00C96F99" w:rsidRDefault="00C96F99" w:rsidP="000073BB">
            <w:pPr>
              <w:spacing w:after="0" w:line="240" w:lineRule="auto"/>
              <w:rPr>
                <w:rFonts w:ascii="Arial" w:hAnsi="Arial" w:cs="Arial"/>
                <w:sz w:val="24"/>
                <w:szCs w:val="24"/>
              </w:rPr>
            </w:pPr>
            <w:r>
              <w:rPr>
                <w:rFonts w:ascii="Arial" w:hAnsi="Arial" w:cs="Arial"/>
                <w:sz w:val="24"/>
                <w:szCs w:val="24"/>
              </w:rPr>
              <w:t>None</w:t>
            </w:r>
          </w:p>
        </w:tc>
      </w:tr>
      <w:tr w:rsidR="002A2F1C" w:rsidRPr="00AF141B" w14:paraId="3B03CF79" w14:textId="77777777" w:rsidTr="002A2F1C">
        <w:trPr>
          <w:trHeight w:val="360"/>
        </w:trPr>
        <w:tc>
          <w:tcPr>
            <w:tcW w:w="9322" w:type="dxa"/>
            <w:gridSpan w:val="6"/>
            <w:shd w:val="clear" w:color="auto" w:fill="B6DDE8" w:themeFill="accent5" w:themeFillTint="66"/>
          </w:tcPr>
          <w:p w14:paraId="47EF1BA1"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23AA8EDD" w14:textId="77777777" w:rsidTr="000073BB">
        <w:trPr>
          <w:trHeight w:val="360"/>
        </w:trPr>
        <w:tc>
          <w:tcPr>
            <w:tcW w:w="9322" w:type="dxa"/>
            <w:gridSpan w:val="6"/>
            <w:shd w:val="clear" w:color="auto" w:fill="auto"/>
          </w:tcPr>
          <w:p w14:paraId="1C3B2296" w14:textId="77777777" w:rsidR="002A2F1C" w:rsidRPr="00C96F99" w:rsidRDefault="00C96F99"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28717489" w14:textId="77777777" w:rsidTr="000073BB">
        <w:trPr>
          <w:trHeight w:val="360"/>
        </w:trPr>
        <w:tc>
          <w:tcPr>
            <w:tcW w:w="9322" w:type="dxa"/>
            <w:gridSpan w:val="6"/>
            <w:shd w:val="clear" w:color="auto" w:fill="B6DDE8" w:themeFill="accent5" w:themeFillTint="66"/>
          </w:tcPr>
          <w:p w14:paraId="61377ADE"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80F7E1C" w14:textId="77777777" w:rsidTr="000073BB">
        <w:trPr>
          <w:trHeight w:val="360"/>
        </w:trPr>
        <w:tc>
          <w:tcPr>
            <w:tcW w:w="9322" w:type="dxa"/>
            <w:gridSpan w:val="6"/>
            <w:shd w:val="clear" w:color="auto" w:fill="auto"/>
          </w:tcPr>
          <w:p w14:paraId="2390761A" w14:textId="77777777" w:rsidR="002E19CA" w:rsidRDefault="00C96F99" w:rsidP="000073BB">
            <w:pPr>
              <w:spacing w:after="0" w:line="240" w:lineRule="auto"/>
              <w:rPr>
                <w:rFonts w:ascii="Arial" w:hAnsi="Arial" w:cs="Arial"/>
                <w:sz w:val="24"/>
                <w:szCs w:val="24"/>
              </w:rPr>
            </w:pPr>
            <w:r>
              <w:rPr>
                <w:rFonts w:ascii="Arial" w:hAnsi="Arial" w:cs="Arial"/>
                <w:sz w:val="24"/>
                <w:szCs w:val="24"/>
              </w:rPr>
              <w:t>N/A</w:t>
            </w:r>
          </w:p>
        </w:tc>
      </w:tr>
    </w:tbl>
    <w:p w14:paraId="056600FF" w14:textId="77777777" w:rsidR="0040708C" w:rsidRDefault="0040708C" w:rsidP="00275C4B">
      <w:pPr>
        <w:spacing w:after="0" w:line="240" w:lineRule="auto"/>
        <w:jc w:val="center"/>
        <w:rPr>
          <w:rFonts w:ascii="Arial" w:hAnsi="Arial" w:cs="Arial"/>
          <w:b/>
          <w:sz w:val="24"/>
          <w:szCs w:val="24"/>
        </w:rPr>
      </w:pPr>
    </w:p>
    <w:p w14:paraId="3540DDD3"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148AC16B"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4C5C14EA" w14:textId="77777777" w:rsidTr="006F2A70">
        <w:tc>
          <w:tcPr>
            <w:tcW w:w="14174" w:type="dxa"/>
            <w:gridSpan w:val="3"/>
            <w:shd w:val="solid" w:color="B6DDE8" w:themeColor="accent5" w:themeTint="66" w:fill="auto"/>
          </w:tcPr>
          <w:p w14:paraId="2A2AF094"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DF78D78" w14:textId="77777777" w:rsidTr="006F2A70">
        <w:trPr>
          <w:trHeight w:val="298"/>
        </w:trPr>
        <w:tc>
          <w:tcPr>
            <w:tcW w:w="4724" w:type="dxa"/>
            <w:shd w:val="clear" w:color="B6DDE8" w:themeColor="accent5" w:themeTint="66" w:fill="auto"/>
          </w:tcPr>
          <w:p w14:paraId="039B22DD"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71952131"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01275BC0"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398DE553" w14:textId="77777777" w:rsidTr="006F2A70">
        <w:tc>
          <w:tcPr>
            <w:tcW w:w="4724" w:type="dxa"/>
            <w:shd w:val="clear" w:color="B6DDE8" w:themeColor="accent5" w:themeTint="66" w:fill="auto"/>
          </w:tcPr>
          <w:p w14:paraId="7CFB21B0" w14:textId="77777777" w:rsidR="00DD0E81" w:rsidRDefault="00DD0E81" w:rsidP="00DD0E81">
            <w:pPr>
              <w:spacing w:after="0" w:line="240" w:lineRule="auto"/>
              <w:rPr>
                <w:rFonts w:ascii="Arial" w:hAnsi="Arial" w:cs="Arial"/>
              </w:rPr>
            </w:pPr>
          </w:p>
          <w:p w14:paraId="49485439"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6D3EF23"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B8A0927" w14:textId="77777777" w:rsidR="00DD0E81" w:rsidRPr="006F2FC7" w:rsidRDefault="00DD0E81" w:rsidP="00DD0E81">
            <w:pPr>
              <w:spacing w:after="0" w:line="240" w:lineRule="auto"/>
              <w:rPr>
                <w:rFonts w:ascii="Arial" w:hAnsi="Arial" w:cs="Arial"/>
              </w:rPr>
            </w:pPr>
          </w:p>
        </w:tc>
      </w:tr>
      <w:tr w:rsidR="00DD0E81" w14:paraId="013C5940" w14:textId="77777777" w:rsidTr="006F2A70">
        <w:tc>
          <w:tcPr>
            <w:tcW w:w="14174" w:type="dxa"/>
            <w:gridSpan w:val="3"/>
            <w:shd w:val="solid" w:color="B6DDE8" w:themeColor="accent5" w:themeTint="66" w:fill="auto"/>
          </w:tcPr>
          <w:p w14:paraId="13A377EC"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1A03C823" w14:textId="77777777" w:rsidTr="006F2A70">
        <w:trPr>
          <w:trHeight w:val="455"/>
        </w:trPr>
        <w:tc>
          <w:tcPr>
            <w:tcW w:w="4724" w:type="dxa"/>
            <w:shd w:val="clear" w:color="B6DDE8" w:themeColor="accent5" w:themeTint="66" w:fill="auto"/>
          </w:tcPr>
          <w:p w14:paraId="0338AECA"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30963A40"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0E457770"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64559128" w14:textId="77777777" w:rsidTr="006F2A70">
        <w:tc>
          <w:tcPr>
            <w:tcW w:w="4724" w:type="dxa"/>
            <w:shd w:val="clear" w:color="B6DDE8" w:themeColor="accent5" w:themeTint="66" w:fill="auto"/>
          </w:tcPr>
          <w:p w14:paraId="1E21AAA4" w14:textId="77777777" w:rsidR="00DD0E81" w:rsidRDefault="00DD0E81" w:rsidP="00DD0E81">
            <w:pPr>
              <w:spacing w:after="0" w:line="240" w:lineRule="auto"/>
              <w:rPr>
                <w:rFonts w:ascii="Arial" w:hAnsi="Arial" w:cs="Arial"/>
              </w:rPr>
            </w:pPr>
          </w:p>
          <w:p w14:paraId="0C9C0F17"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9FB9559"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39D4B11" w14:textId="77777777" w:rsidR="00DD0E81" w:rsidRPr="006F2FC7" w:rsidRDefault="00DD0E81" w:rsidP="00DD0E81">
            <w:pPr>
              <w:spacing w:after="0" w:line="240" w:lineRule="auto"/>
              <w:rPr>
                <w:rFonts w:ascii="Arial" w:hAnsi="Arial" w:cs="Arial"/>
              </w:rPr>
            </w:pPr>
          </w:p>
        </w:tc>
      </w:tr>
      <w:tr w:rsidR="00DD0E81" w14:paraId="62FF73FD" w14:textId="77777777" w:rsidTr="006F2A70">
        <w:tc>
          <w:tcPr>
            <w:tcW w:w="14174" w:type="dxa"/>
            <w:gridSpan w:val="3"/>
            <w:shd w:val="solid" w:color="B6DDE8" w:themeColor="accent5" w:themeTint="66" w:fill="auto"/>
          </w:tcPr>
          <w:p w14:paraId="41AE9E66"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10E23C73" w14:textId="77777777" w:rsidTr="006F2A70">
        <w:tc>
          <w:tcPr>
            <w:tcW w:w="4724" w:type="dxa"/>
            <w:shd w:val="clear" w:color="B6DDE8" w:themeColor="accent5" w:themeTint="66" w:fill="auto"/>
          </w:tcPr>
          <w:p w14:paraId="7D118EF1"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25A5B22E"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60B167A6"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A63AC09" w14:textId="77777777" w:rsidTr="006F2A70">
        <w:tc>
          <w:tcPr>
            <w:tcW w:w="4724" w:type="dxa"/>
            <w:shd w:val="clear" w:color="B6DDE8" w:themeColor="accent5" w:themeTint="66" w:fill="auto"/>
          </w:tcPr>
          <w:p w14:paraId="5235C5E4" w14:textId="77777777" w:rsidR="00DD0E81" w:rsidRDefault="00DD0E81" w:rsidP="00DD0E81">
            <w:pPr>
              <w:spacing w:after="0" w:line="240" w:lineRule="auto"/>
              <w:rPr>
                <w:rFonts w:ascii="Arial" w:hAnsi="Arial" w:cs="Arial"/>
              </w:rPr>
            </w:pPr>
          </w:p>
          <w:p w14:paraId="73F5ABE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2D14C6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6C28BD" w14:textId="77777777" w:rsidR="00DD0E81" w:rsidRPr="006F2FC7" w:rsidRDefault="00DD0E81" w:rsidP="00DD0E81">
            <w:pPr>
              <w:spacing w:after="0" w:line="240" w:lineRule="auto"/>
              <w:rPr>
                <w:rFonts w:ascii="Arial" w:hAnsi="Arial" w:cs="Arial"/>
              </w:rPr>
            </w:pPr>
          </w:p>
        </w:tc>
      </w:tr>
      <w:tr w:rsidR="00DD0E81" w14:paraId="38CB07BB" w14:textId="77777777" w:rsidTr="006F2A70">
        <w:tc>
          <w:tcPr>
            <w:tcW w:w="14174" w:type="dxa"/>
            <w:gridSpan w:val="3"/>
            <w:shd w:val="solid" w:color="B6DDE8" w:themeColor="accent5" w:themeTint="66" w:fill="auto"/>
          </w:tcPr>
          <w:p w14:paraId="4CCB92C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48ED74B" w14:textId="77777777" w:rsidTr="006F2A70">
        <w:tc>
          <w:tcPr>
            <w:tcW w:w="4724" w:type="dxa"/>
            <w:shd w:val="clear" w:color="B6DDE8" w:themeColor="accent5" w:themeTint="66" w:fill="auto"/>
          </w:tcPr>
          <w:p w14:paraId="5FF45B30"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3C5B1A80"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0E148715"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4E344500" w14:textId="77777777" w:rsidTr="006F2A70">
        <w:tc>
          <w:tcPr>
            <w:tcW w:w="4724" w:type="dxa"/>
            <w:shd w:val="clear" w:color="B6DDE8" w:themeColor="accent5" w:themeTint="66" w:fill="auto"/>
          </w:tcPr>
          <w:p w14:paraId="36E62799" w14:textId="77777777" w:rsidR="00DD0E81" w:rsidRDefault="00DD0E81" w:rsidP="00DD0E81">
            <w:pPr>
              <w:spacing w:after="0" w:line="240" w:lineRule="auto"/>
              <w:rPr>
                <w:rFonts w:ascii="Arial" w:hAnsi="Arial" w:cs="Arial"/>
              </w:rPr>
            </w:pPr>
          </w:p>
          <w:p w14:paraId="3689D9C5"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174357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23389A5" w14:textId="77777777" w:rsidR="00DD0E81" w:rsidRPr="006F2FC7" w:rsidRDefault="00DD0E81" w:rsidP="00DD0E81">
            <w:pPr>
              <w:spacing w:after="0" w:line="240" w:lineRule="auto"/>
              <w:rPr>
                <w:rFonts w:ascii="Arial" w:hAnsi="Arial" w:cs="Arial"/>
              </w:rPr>
            </w:pPr>
          </w:p>
        </w:tc>
      </w:tr>
      <w:tr w:rsidR="00DD0E81" w14:paraId="4F14B6C5" w14:textId="77777777" w:rsidTr="006F2A70">
        <w:tc>
          <w:tcPr>
            <w:tcW w:w="14174" w:type="dxa"/>
            <w:gridSpan w:val="3"/>
            <w:shd w:val="solid" w:color="B6DDE8" w:themeColor="accent5" w:themeTint="66" w:fill="auto"/>
          </w:tcPr>
          <w:p w14:paraId="4647E478"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6FEB2890" w14:textId="77777777" w:rsidTr="006F2A70">
        <w:tc>
          <w:tcPr>
            <w:tcW w:w="14174" w:type="dxa"/>
            <w:gridSpan w:val="3"/>
            <w:shd w:val="clear" w:color="B6DDE8" w:themeColor="accent5" w:themeTint="66" w:fill="auto"/>
          </w:tcPr>
          <w:p w14:paraId="68B481F9"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6F7C99DA" w14:textId="77777777" w:rsidTr="006F2A70">
        <w:tc>
          <w:tcPr>
            <w:tcW w:w="14174" w:type="dxa"/>
            <w:gridSpan w:val="3"/>
            <w:shd w:val="clear" w:color="B6DDE8" w:themeColor="accent5" w:themeTint="66" w:fill="auto"/>
          </w:tcPr>
          <w:p w14:paraId="2B8006DD" w14:textId="77777777" w:rsidR="00DD0E81" w:rsidRDefault="00DD0E81" w:rsidP="00DD0E81">
            <w:pPr>
              <w:spacing w:after="0" w:line="240" w:lineRule="auto"/>
              <w:rPr>
                <w:rFonts w:ascii="Arial" w:hAnsi="Arial" w:cs="Arial"/>
              </w:rPr>
            </w:pPr>
          </w:p>
          <w:p w14:paraId="69940B26" w14:textId="77777777" w:rsidR="00DD0E81" w:rsidRPr="006F2FC7" w:rsidRDefault="00DD0E81" w:rsidP="00DD0E81">
            <w:pPr>
              <w:spacing w:after="0" w:line="240" w:lineRule="auto"/>
              <w:rPr>
                <w:rFonts w:ascii="Arial" w:hAnsi="Arial" w:cs="Arial"/>
              </w:rPr>
            </w:pPr>
          </w:p>
        </w:tc>
      </w:tr>
      <w:tr w:rsidR="00DD0E81" w14:paraId="6CEA314D" w14:textId="77777777" w:rsidTr="006F2A70">
        <w:tc>
          <w:tcPr>
            <w:tcW w:w="14174" w:type="dxa"/>
            <w:gridSpan w:val="3"/>
            <w:shd w:val="solid" w:color="B6DDE8" w:themeColor="accent5" w:themeTint="66" w:fill="auto"/>
          </w:tcPr>
          <w:p w14:paraId="1A27335D"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0FBB1434" w14:textId="77777777" w:rsidTr="006F2A70">
        <w:tc>
          <w:tcPr>
            <w:tcW w:w="14174" w:type="dxa"/>
            <w:gridSpan w:val="3"/>
            <w:shd w:val="clear" w:color="B6DDE8" w:themeColor="accent5" w:themeTint="66" w:fill="auto"/>
          </w:tcPr>
          <w:p w14:paraId="6F7251DA"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698B4420" w14:textId="77777777" w:rsidTr="006F2A70">
        <w:tc>
          <w:tcPr>
            <w:tcW w:w="14174" w:type="dxa"/>
            <w:gridSpan w:val="3"/>
            <w:shd w:val="clear" w:color="B6DDE8" w:themeColor="accent5" w:themeTint="66" w:fill="auto"/>
          </w:tcPr>
          <w:p w14:paraId="1702DA0C" w14:textId="77777777" w:rsidR="00DD0E81" w:rsidRDefault="00DD0E81" w:rsidP="00DD0E81">
            <w:pPr>
              <w:spacing w:after="0" w:line="240" w:lineRule="auto"/>
            </w:pPr>
          </w:p>
          <w:p w14:paraId="6373B8F4" w14:textId="77777777" w:rsidR="003925DA" w:rsidRDefault="003925DA" w:rsidP="00DD0E81">
            <w:pPr>
              <w:spacing w:after="0" w:line="240" w:lineRule="auto"/>
            </w:pPr>
          </w:p>
        </w:tc>
      </w:tr>
    </w:tbl>
    <w:p w14:paraId="1EC17783"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12A80A"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09C5847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9779461"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B84548E" w14:textId="77777777" w:rsidR="00B1627E" w:rsidRDefault="00B1627E">
      <w:pPr>
        <w:spacing w:after="0" w:line="240" w:lineRule="auto"/>
        <w:rPr>
          <w:rFonts w:ascii="Arial" w:hAnsi="Arial" w:cs="Arial"/>
          <w:b/>
          <w:sz w:val="24"/>
          <w:szCs w:val="24"/>
        </w:rPr>
      </w:pPr>
      <w:r>
        <w:rPr>
          <w:rFonts w:cs="Arial"/>
          <w:b/>
          <w:szCs w:val="24"/>
        </w:rPr>
        <w:br w:type="page"/>
      </w:r>
    </w:p>
    <w:p w14:paraId="1EACCD97"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52477DB9" w14:textId="77777777" w:rsidTr="006F2A70">
        <w:tc>
          <w:tcPr>
            <w:tcW w:w="14174" w:type="dxa"/>
            <w:gridSpan w:val="3"/>
            <w:shd w:val="solid" w:color="B6DDE8" w:themeColor="accent5" w:themeTint="66" w:fill="auto"/>
          </w:tcPr>
          <w:p w14:paraId="6657D306"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3A915596" w14:textId="77777777" w:rsidTr="006F2A70">
        <w:tc>
          <w:tcPr>
            <w:tcW w:w="4724" w:type="dxa"/>
            <w:shd w:val="clear" w:color="B6DDE8" w:themeColor="accent5" w:themeTint="66" w:fill="auto"/>
          </w:tcPr>
          <w:p w14:paraId="1BAEF54E"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220575AC"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46801423"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F449E2A" w14:textId="77777777" w:rsidTr="006F2A70">
        <w:tc>
          <w:tcPr>
            <w:tcW w:w="4724" w:type="dxa"/>
            <w:shd w:val="clear" w:color="B6DDE8" w:themeColor="accent5" w:themeTint="66" w:fill="auto"/>
          </w:tcPr>
          <w:p w14:paraId="748D3148" w14:textId="77777777" w:rsidR="00DD0E81" w:rsidRDefault="00DD0E81" w:rsidP="003925DA">
            <w:pPr>
              <w:spacing w:after="0" w:line="240" w:lineRule="auto"/>
              <w:rPr>
                <w:rFonts w:ascii="Arial" w:hAnsi="Arial" w:cs="Arial"/>
              </w:rPr>
            </w:pPr>
          </w:p>
          <w:p w14:paraId="67A89688"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49A3D78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D8FC350" w14:textId="77777777" w:rsidR="00DD0E81" w:rsidRPr="006F2FC7" w:rsidRDefault="00DD0E81" w:rsidP="003925DA">
            <w:pPr>
              <w:spacing w:after="0" w:line="240" w:lineRule="auto"/>
              <w:rPr>
                <w:rFonts w:ascii="Arial" w:hAnsi="Arial" w:cs="Arial"/>
              </w:rPr>
            </w:pPr>
          </w:p>
        </w:tc>
      </w:tr>
      <w:tr w:rsidR="00DD0E81" w14:paraId="43BAC535" w14:textId="77777777" w:rsidTr="006F2A70">
        <w:tc>
          <w:tcPr>
            <w:tcW w:w="14174" w:type="dxa"/>
            <w:gridSpan w:val="3"/>
            <w:shd w:val="solid" w:color="B6DDE8" w:themeColor="accent5" w:themeTint="66" w:fill="auto"/>
          </w:tcPr>
          <w:p w14:paraId="0674A3C1"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5CD3F33D" w14:textId="77777777" w:rsidTr="006F2A70">
        <w:tc>
          <w:tcPr>
            <w:tcW w:w="4724" w:type="dxa"/>
            <w:shd w:val="clear" w:color="B6DDE8" w:themeColor="accent5" w:themeTint="66" w:fill="auto"/>
          </w:tcPr>
          <w:p w14:paraId="6F2C4E87"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11CD8DCD"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5C5B596"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74633643" w14:textId="77777777" w:rsidTr="006F2A70">
        <w:tc>
          <w:tcPr>
            <w:tcW w:w="4724" w:type="dxa"/>
            <w:shd w:val="clear" w:color="B6DDE8" w:themeColor="accent5" w:themeTint="66" w:fill="auto"/>
          </w:tcPr>
          <w:p w14:paraId="4A274A65" w14:textId="77777777" w:rsidR="00DD0E81" w:rsidRDefault="00DD0E81" w:rsidP="003925DA">
            <w:pPr>
              <w:spacing w:after="0" w:line="240" w:lineRule="auto"/>
              <w:rPr>
                <w:rFonts w:ascii="Arial" w:hAnsi="Arial" w:cs="Arial"/>
              </w:rPr>
            </w:pPr>
          </w:p>
          <w:p w14:paraId="605DD95C"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0B688201"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3502333" w14:textId="77777777" w:rsidR="00DD0E81" w:rsidRPr="006F2FC7" w:rsidRDefault="00DD0E81" w:rsidP="003925DA">
            <w:pPr>
              <w:spacing w:after="0" w:line="240" w:lineRule="auto"/>
              <w:rPr>
                <w:rFonts w:ascii="Arial" w:hAnsi="Arial" w:cs="Arial"/>
              </w:rPr>
            </w:pPr>
          </w:p>
        </w:tc>
      </w:tr>
      <w:tr w:rsidR="00DD0E81" w14:paraId="488ED084" w14:textId="77777777" w:rsidTr="006F2A70">
        <w:tc>
          <w:tcPr>
            <w:tcW w:w="14174" w:type="dxa"/>
            <w:gridSpan w:val="3"/>
            <w:shd w:val="solid" w:color="B6DDE8" w:themeColor="accent5" w:themeTint="66" w:fill="auto"/>
          </w:tcPr>
          <w:p w14:paraId="1D25A745"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18F04F05" w14:textId="77777777" w:rsidTr="006F2A70">
        <w:tc>
          <w:tcPr>
            <w:tcW w:w="4724" w:type="dxa"/>
            <w:shd w:val="clear" w:color="B6DDE8" w:themeColor="accent5" w:themeTint="66" w:fill="auto"/>
          </w:tcPr>
          <w:p w14:paraId="29E2389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66A29EA6"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07AD2851"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2CE80CC5" w14:textId="77777777" w:rsidTr="006F2A70">
        <w:tc>
          <w:tcPr>
            <w:tcW w:w="4724" w:type="dxa"/>
            <w:shd w:val="clear" w:color="B6DDE8" w:themeColor="accent5" w:themeTint="66" w:fill="auto"/>
          </w:tcPr>
          <w:p w14:paraId="56143102" w14:textId="77777777" w:rsidR="00DD0E81" w:rsidRDefault="00DD0E81" w:rsidP="003925DA">
            <w:pPr>
              <w:spacing w:after="0" w:line="240" w:lineRule="auto"/>
              <w:rPr>
                <w:rFonts w:ascii="Arial" w:hAnsi="Arial" w:cs="Arial"/>
              </w:rPr>
            </w:pPr>
          </w:p>
          <w:p w14:paraId="5FA8EA6C"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E36231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DEE6010" w14:textId="77777777" w:rsidR="00DD0E81" w:rsidRPr="006F2FC7" w:rsidRDefault="00DD0E81" w:rsidP="003925DA">
            <w:pPr>
              <w:spacing w:after="0" w:line="240" w:lineRule="auto"/>
              <w:rPr>
                <w:rFonts w:ascii="Arial" w:hAnsi="Arial" w:cs="Arial"/>
              </w:rPr>
            </w:pPr>
          </w:p>
        </w:tc>
      </w:tr>
      <w:tr w:rsidR="00DD0E81" w14:paraId="4ABC758C" w14:textId="77777777" w:rsidTr="006F2A70">
        <w:tc>
          <w:tcPr>
            <w:tcW w:w="14174" w:type="dxa"/>
            <w:gridSpan w:val="3"/>
            <w:shd w:val="solid" w:color="B6DDE8" w:themeColor="accent5" w:themeTint="66" w:fill="auto"/>
          </w:tcPr>
          <w:p w14:paraId="5D3EBBEE"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058BA8A3" w14:textId="77777777" w:rsidTr="006F2A70">
        <w:tc>
          <w:tcPr>
            <w:tcW w:w="4724" w:type="dxa"/>
            <w:shd w:val="clear" w:color="B6DDE8" w:themeColor="accent5" w:themeTint="66" w:fill="auto"/>
          </w:tcPr>
          <w:p w14:paraId="3AF65EC4"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189E560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0D580A31"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57694F89" w14:textId="77777777" w:rsidTr="006F2A70">
        <w:tc>
          <w:tcPr>
            <w:tcW w:w="4724" w:type="dxa"/>
            <w:shd w:val="clear" w:color="B6DDE8" w:themeColor="accent5" w:themeTint="66" w:fill="auto"/>
          </w:tcPr>
          <w:p w14:paraId="59D1167B" w14:textId="77777777" w:rsidR="00DD0E81" w:rsidRDefault="00DD0E81" w:rsidP="003925DA">
            <w:pPr>
              <w:spacing w:after="0" w:line="240" w:lineRule="auto"/>
              <w:rPr>
                <w:rFonts w:ascii="Arial" w:hAnsi="Arial" w:cs="Arial"/>
              </w:rPr>
            </w:pPr>
          </w:p>
          <w:p w14:paraId="45585F6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50A96A"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3802DC9" w14:textId="77777777" w:rsidR="00DD0E81" w:rsidRPr="006F2FC7" w:rsidRDefault="00DD0E81" w:rsidP="003925DA">
            <w:pPr>
              <w:spacing w:after="0" w:line="240" w:lineRule="auto"/>
              <w:rPr>
                <w:rFonts w:ascii="Arial" w:hAnsi="Arial" w:cs="Arial"/>
              </w:rPr>
            </w:pPr>
          </w:p>
        </w:tc>
      </w:tr>
      <w:tr w:rsidR="00DD0E81" w14:paraId="3D926C00" w14:textId="77777777" w:rsidTr="006F2A70">
        <w:tc>
          <w:tcPr>
            <w:tcW w:w="14174" w:type="dxa"/>
            <w:gridSpan w:val="3"/>
            <w:shd w:val="solid" w:color="B6DDE8" w:themeColor="accent5" w:themeTint="66" w:fill="auto"/>
          </w:tcPr>
          <w:p w14:paraId="7E1D1A99"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3E002259" w14:textId="77777777" w:rsidTr="006F2A70">
        <w:tc>
          <w:tcPr>
            <w:tcW w:w="4724" w:type="dxa"/>
            <w:shd w:val="clear" w:color="B6DDE8" w:themeColor="accent5" w:themeTint="66" w:fill="auto"/>
          </w:tcPr>
          <w:p w14:paraId="3545FEC3"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594B529C"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39AD075C"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7598557E" w14:textId="77777777" w:rsidTr="006F2A70">
        <w:tc>
          <w:tcPr>
            <w:tcW w:w="4724" w:type="dxa"/>
            <w:shd w:val="clear" w:color="B6DDE8" w:themeColor="accent5" w:themeTint="66" w:fill="auto"/>
          </w:tcPr>
          <w:p w14:paraId="2632869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B6191DC" w14:textId="77777777" w:rsidR="003925DA" w:rsidRDefault="003925DA" w:rsidP="003925DA">
            <w:pPr>
              <w:spacing w:after="0" w:line="240" w:lineRule="auto"/>
              <w:rPr>
                <w:rFonts w:ascii="Arial" w:hAnsi="Arial" w:cs="Arial"/>
              </w:rPr>
            </w:pPr>
          </w:p>
          <w:p w14:paraId="6925AAAB" w14:textId="77777777" w:rsidR="003925DA" w:rsidRDefault="003925DA" w:rsidP="003925DA">
            <w:pPr>
              <w:spacing w:after="0" w:line="240" w:lineRule="auto"/>
              <w:rPr>
                <w:rFonts w:ascii="Arial" w:hAnsi="Arial" w:cs="Arial"/>
              </w:rPr>
            </w:pPr>
          </w:p>
          <w:p w14:paraId="651144CD" w14:textId="77777777" w:rsidR="003925DA" w:rsidRDefault="003925DA" w:rsidP="003925DA">
            <w:pPr>
              <w:spacing w:after="0" w:line="240" w:lineRule="auto"/>
              <w:rPr>
                <w:rFonts w:ascii="Arial" w:hAnsi="Arial" w:cs="Arial"/>
              </w:rPr>
            </w:pPr>
          </w:p>
          <w:p w14:paraId="62894EC7" w14:textId="77777777" w:rsidR="003925DA" w:rsidRDefault="003925DA" w:rsidP="003925DA">
            <w:pPr>
              <w:spacing w:after="0" w:line="240" w:lineRule="auto"/>
              <w:rPr>
                <w:rFonts w:ascii="Arial" w:hAnsi="Arial" w:cs="Arial"/>
              </w:rPr>
            </w:pPr>
          </w:p>
          <w:p w14:paraId="48A00E1F"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3F4A8F5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2A698214"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2CAFF6B5" w14:textId="77777777" w:rsidR="00DD0E81" w:rsidRPr="006F2FC7" w:rsidRDefault="00DD0E81" w:rsidP="003925DA">
            <w:pPr>
              <w:spacing w:after="0" w:line="240" w:lineRule="auto"/>
              <w:rPr>
                <w:rFonts w:ascii="Arial" w:hAnsi="Arial" w:cs="Arial"/>
              </w:rPr>
            </w:pPr>
          </w:p>
        </w:tc>
      </w:tr>
      <w:tr w:rsidR="00DD0E81" w14:paraId="0EEA1F1D" w14:textId="77777777" w:rsidTr="006F2A70">
        <w:tc>
          <w:tcPr>
            <w:tcW w:w="4724" w:type="dxa"/>
            <w:shd w:val="clear" w:color="B6DDE8" w:themeColor="accent5" w:themeTint="66" w:fill="auto"/>
          </w:tcPr>
          <w:p w14:paraId="7014B782"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65D0F66D"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1C8AABB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00D7A352" w14:textId="77777777" w:rsidTr="006F2A70">
        <w:tc>
          <w:tcPr>
            <w:tcW w:w="4724" w:type="dxa"/>
            <w:shd w:val="clear" w:color="B6DDE8" w:themeColor="accent5" w:themeTint="66" w:fill="auto"/>
          </w:tcPr>
          <w:p w14:paraId="46B865A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B2010B5" w14:textId="77777777" w:rsidR="003925DA" w:rsidRDefault="003925DA" w:rsidP="003925DA">
            <w:pPr>
              <w:spacing w:after="0" w:line="240" w:lineRule="auto"/>
              <w:rPr>
                <w:rFonts w:ascii="Arial" w:hAnsi="Arial" w:cs="Arial"/>
              </w:rPr>
            </w:pPr>
          </w:p>
          <w:p w14:paraId="082DB837" w14:textId="77777777" w:rsidR="003925DA" w:rsidRDefault="003925DA" w:rsidP="003925DA">
            <w:pPr>
              <w:spacing w:after="0" w:line="240" w:lineRule="auto"/>
              <w:rPr>
                <w:rFonts w:ascii="Arial" w:hAnsi="Arial" w:cs="Arial"/>
              </w:rPr>
            </w:pPr>
          </w:p>
          <w:p w14:paraId="5D00BBE5" w14:textId="77777777" w:rsidR="003925DA" w:rsidRDefault="003925DA" w:rsidP="003925DA">
            <w:pPr>
              <w:spacing w:after="0" w:line="240" w:lineRule="auto"/>
              <w:rPr>
                <w:rFonts w:ascii="Arial" w:hAnsi="Arial" w:cs="Arial"/>
              </w:rPr>
            </w:pPr>
          </w:p>
          <w:p w14:paraId="00351697" w14:textId="77777777" w:rsidR="00DD0E81" w:rsidRDefault="00DD0E81" w:rsidP="003925DA">
            <w:pPr>
              <w:spacing w:after="0" w:line="240" w:lineRule="auto"/>
              <w:rPr>
                <w:rFonts w:ascii="Arial" w:hAnsi="Arial" w:cs="Arial"/>
              </w:rPr>
            </w:pPr>
          </w:p>
          <w:p w14:paraId="0FB03C88"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70EDE2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06EA2CD"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F68438C"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DF45116" w14:textId="77777777" w:rsidR="00DD0E81" w:rsidRPr="006F2FC7" w:rsidRDefault="00DD0E81" w:rsidP="003925DA">
            <w:pPr>
              <w:spacing w:after="0" w:line="240" w:lineRule="auto"/>
              <w:rPr>
                <w:rFonts w:ascii="Arial" w:hAnsi="Arial" w:cs="Arial"/>
              </w:rPr>
            </w:pPr>
          </w:p>
        </w:tc>
      </w:tr>
      <w:tr w:rsidR="00DD0E81" w14:paraId="20EC1710" w14:textId="77777777" w:rsidTr="006F2A70">
        <w:tc>
          <w:tcPr>
            <w:tcW w:w="14174" w:type="dxa"/>
            <w:gridSpan w:val="3"/>
            <w:shd w:val="solid" w:color="B6DDE8" w:themeColor="accent5" w:themeTint="66" w:fill="auto"/>
          </w:tcPr>
          <w:p w14:paraId="6BA12A99"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31E02088" w14:textId="77777777" w:rsidTr="006F2A70">
        <w:tc>
          <w:tcPr>
            <w:tcW w:w="4724" w:type="dxa"/>
            <w:shd w:val="clear" w:color="B6DDE8" w:themeColor="accent5" w:themeTint="66" w:fill="auto"/>
          </w:tcPr>
          <w:p w14:paraId="1C3D79FC"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7D7D82B9"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30CECA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500EA912" w14:textId="77777777" w:rsidTr="006F2A70">
        <w:tc>
          <w:tcPr>
            <w:tcW w:w="4724" w:type="dxa"/>
            <w:shd w:val="clear" w:color="B6DDE8" w:themeColor="accent5" w:themeTint="66" w:fill="auto"/>
          </w:tcPr>
          <w:p w14:paraId="7E4CD506"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4953C4A" w14:textId="77777777" w:rsidR="00DD0E81" w:rsidRDefault="00DD0E81" w:rsidP="003925DA">
            <w:pPr>
              <w:spacing w:after="0" w:line="240" w:lineRule="auto"/>
              <w:rPr>
                <w:rFonts w:ascii="Arial" w:hAnsi="Arial" w:cs="Arial"/>
              </w:rPr>
            </w:pPr>
          </w:p>
          <w:p w14:paraId="4C36DF7D" w14:textId="77777777" w:rsidR="003925DA" w:rsidRDefault="003925DA" w:rsidP="003925DA">
            <w:pPr>
              <w:spacing w:after="0" w:line="240" w:lineRule="auto"/>
              <w:rPr>
                <w:rFonts w:ascii="Arial" w:hAnsi="Arial" w:cs="Arial"/>
              </w:rPr>
            </w:pPr>
          </w:p>
          <w:p w14:paraId="70289ADE" w14:textId="77777777" w:rsidR="003925DA" w:rsidRDefault="003925DA" w:rsidP="003925DA">
            <w:pPr>
              <w:spacing w:after="0" w:line="240" w:lineRule="auto"/>
              <w:rPr>
                <w:rFonts w:ascii="Arial" w:hAnsi="Arial" w:cs="Arial"/>
              </w:rPr>
            </w:pPr>
          </w:p>
          <w:p w14:paraId="60CA3C65" w14:textId="77777777" w:rsidR="003925DA" w:rsidRDefault="003925DA" w:rsidP="003925DA">
            <w:pPr>
              <w:spacing w:after="0" w:line="240" w:lineRule="auto"/>
              <w:rPr>
                <w:rFonts w:ascii="Arial" w:hAnsi="Arial" w:cs="Arial"/>
              </w:rPr>
            </w:pPr>
          </w:p>
          <w:p w14:paraId="497BD15F" w14:textId="77777777" w:rsidR="003925DA" w:rsidRPr="006F2FC7" w:rsidRDefault="003925DA" w:rsidP="003925DA">
            <w:pPr>
              <w:spacing w:after="0" w:line="240" w:lineRule="auto"/>
              <w:rPr>
                <w:rFonts w:ascii="Arial" w:hAnsi="Arial" w:cs="Arial"/>
              </w:rPr>
            </w:pPr>
          </w:p>
          <w:p w14:paraId="2E1C0BD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4FE36C2"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27875E2F" w14:textId="77777777" w:rsidR="00DD0E81" w:rsidRPr="006F2FC7" w:rsidRDefault="00DD0E81" w:rsidP="003925DA">
            <w:pPr>
              <w:spacing w:after="0" w:line="240" w:lineRule="auto"/>
              <w:rPr>
                <w:rFonts w:ascii="Arial" w:hAnsi="Arial" w:cs="Arial"/>
              </w:rPr>
            </w:pPr>
          </w:p>
          <w:p w14:paraId="0F35034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FCB51DE"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3610AFC1" w14:textId="77777777" w:rsidR="00DD0E81" w:rsidRPr="006F2FC7" w:rsidRDefault="00DD0E81" w:rsidP="003925DA">
            <w:pPr>
              <w:spacing w:after="0" w:line="240" w:lineRule="auto"/>
              <w:rPr>
                <w:rFonts w:ascii="Arial" w:hAnsi="Arial" w:cs="Arial"/>
              </w:rPr>
            </w:pPr>
          </w:p>
          <w:p w14:paraId="39334D90" w14:textId="77777777" w:rsidR="00DD0E81" w:rsidRDefault="00DD0E81" w:rsidP="003925DA">
            <w:pPr>
              <w:spacing w:after="0" w:line="240" w:lineRule="auto"/>
              <w:rPr>
                <w:rFonts w:ascii="Arial" w:hAnsi="Arial" w:cs="Arial"/>
              </w:rPr>
            </w:pPr>
          </w:p>
          <w:p w14:paraId="00336DF9" w14:textId="77777777" w:rsidR="00DD0E81" w:rsidRPr="006F2FC7" w:rsidRDefault="00DD0E81" w:rsidP="003925DA">
            <w:pPr>
              <w:spacing w:after="0" w:line="240" w:lineRule="auto"/>
              <w:rPr>
                <w:rFonts w:ascii="Arial" w:hAnsi="Arial" w:cs="Arial"/>
              </w:rPr>
            </w:pPr>
          </w:p>
        </w:tc>
      </w:tr>
      <w:tr w:rsidR="00DD0E81" w14:paraId="415E4B9B" w14:textId="77777777" w:rsidTr="006F2A70">
        <w:tc>
          <w:tcPr>
            <w:tcW w:w="4724" w:type="dxa"/>
            <w:shd w:val="clear" w:color="B6DDE8" w:themeColor="accent5" w:themeTint="66" w:fill="auto"/>
          </w:tcPr>
          <w:p w14:paraId="5D78F98C"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050A4834"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7680AC4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79C6937E" w14:textId="77777777" w:rsidTr="006F2A70">
        <w:tc>
          <w:tcPr>
            <w:tcW w:w="4724" w:type="dxa"/>
            <w:shd w:val="clear" w:color="B6DDE8" w:themeColor="accent5" w:themeTint="66" w:fill="auto"/>
          </w:tcPr>
          <w:p w14:paraId="5987401D"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4B38B54" w14:textId="77777777" w:rsidR="00DD0E81" w:rsidRDefault="00DD0E81" w:rsidP="003925DA">
            <w:pPr>
              <w:spacing w:after="0" w:line="240" w:lineRule="auto"/>
              <w:rPr>
                <w:rFonts w:ascii="Arial" w:hAnsi="Arial" w:cs="Arial"/>
              </w:rPr>
            </w:pPr>
          </w:p>
          <w:p w14:paraId="66F4D37B" w14:textId="77777777" w:rsidR="003925DA" w:rsidRDefault="003925DA" w:rsidP="003925DA">
            <w:pPr>
              <w:spacing w:after="0" w:line="240" w:lineRule="auto"/>
              <w:rPr>
                <w:rFonts w:ascii="Arial" w:hAnsi="Arial" w:cs="Arial"/>
              </w:rPr>
            </w:pPr>
          </w:p>
          <w:p w14:paraId="5961F7D7" w14:textId="77777777" w:rsidR="003925DA" w:rsidRDefault="003925DA" w:rsidP="003925DA">
            <w:pPr>
              <w:spacing w:after="0" w:line="240" w:lineRule="auto"/>
              <w:rPr>
                <w:rFonts w:ascii="Arial" w:hAnsi="Arial" w:cs="Arial"/>
              </w:rPr>
            </w:pPr>
          </w:p>
          <w:p w14:paraId="1E6DCB00" w14:textId="77777777" w:rsidR="003925DA" w:rsidRDefault="003925DA" w:rsidP="003925DA">
            <w:pPr>
              <w:spacing w:after="0" w:line="240" w:lineRule="auto"/>
              <w:rPr>
                <w:rFonts w:ascii="Arial" w:hAnsi="Arial" w:cs="Arial"/>
              </w:rPr>
            </w:pPr>
          </w:p>
          <w:p w14:paraId="751174F2" w14:textId="77777777" w:rsidR="003925DA" w:rsidRDefault="003925DA" w:rsidP="003925DA">
            <w:pPr>
              <w:spacing w:after="0" w:line="240" w:lineRule="auto"/>
              <w:rPr>
                <w:rFonts w:ascii="Arial" w:hAnsi="Arial" w:cs="Arial"/>
              </w:rPr>
            </w:pPr>
          </w:p>
          <w:p w14:paraId="39C05FBA" w14:textId="77777777" w:rsidR="003925DA" w:rsidRDefault="003925DA" w:rsidP="003925DA">
            <w:pPr>
              <w:spacing w:after="0" w:line="240" w:lineRule="auto"/>
              <w:rPr>
                <w:rFonts w:ascii="Arial" w:hAnsi="Arial" w:cs="Arial"/>
              </w:rPr>
            </w:pPr>
          </w:p>
          <w:p w14:paraId="2425272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05AFE8C"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DE4075D" w14:textId="77777777" w:rsidR="00DD0E81" w:rsidRDefault="00DD0E81" w:rsidP="003925DA">
            <w:pPr>
              <w:spacing w:after="0" w:line="240" w:lineRule="auto"/>
              <w:rPr>
                <w:rFonts w:ascii="Arial" w:hAnsi="Arial" w:cs="Arial"/>
              </w:rPr>
            </w:pPr>
          </w:p>
          <w:p w14:paraId="2FFB7811" w14:textId="77777777" w:rsidR="00DD0E81" w:rsidRDefault="00DD0E81" w:rsidP="003925DA">
            <w:pPr>
              <w:spacing w:after="0" w:line="240" w:lineRule="auto"/>
              <w:rPr>
                <w:rFonts w:ascii="Arial" w:hAnsi="Arial" w:cs="Arial"/>
              </w:rPr>
            </w:pPr>
          </w:p>
          <w:p w14:paraId="5D39F2A0" w14:textId="77777777" w:rsidR="00DD0E81" w:rsidRDefault="00DD0E81" w:rsidP="003925DA">
            <w:pPr>
              <w:spacing w:after="0" w:line="240" w:lineRule="auto"/>
              <w:rPr>
                <w:rFonts w:ascii="Arial" w:hAnsi="Arial" w:cs="Arial"/>
              </w:rPr>
            </w:pPr>
          </w:p>
          <w:p w14:paraId="131DC4C9"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81312A1"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EBEB2DC" w14:textId="77777777" w:rsidR="00DD0E81" w:rsidRDefault="00DD0E81" w:rsidP="003925DA">
            <w:pPr>
              <w:spacing w:after="0" w:line="240" w:lineRule="auto"/>
              <w:rPr>
                <w:rFonts w:ascii="Arial" w:hAnsi="Arial" w:cs="Arial"/>
              </w:rPr>
            </w:pPr>
          </w:p>
          <w:p w14:paraId="44E06BE0" w14:textId="77777777" w:rsidR="00DD0E81" w:rsidRDefault="00DD0E81" w:rsidP="003925DA">
            <w:pPr>
              <w:spacing w:after="0" w:line="240" w:lineRule="auto"/>
              <w:rPr>
                <w:rFonts w:ascii="Arial" w:hAnsi="Arial" w:cs="Arial"/>
              </w:rPr>
            </w:pPr>
          </w:p>
          <w:p w14:paraId="709754ED" w14:textId="77777777" w:rsidR="00DD0E81" w:rsidRDefault="00DD0E81" w:rsidP="003925DA">
            <w:pPr>
              <w:spacing w:after="0" w:line="240" w:lineRule="auto"/>
              <w:rPr>
                <w:rFonts w:ascii="Arial" w:hAnsi="Arial" w:cs="Arial"/>
              </w:rPr>
            </w:pPr>
          </w:p>
          <w:p w14:paraId="78A1FF28" w14:textId="77777777" w:rsidR="00DD0E81" w:rsidRPr="006F2FC7" w:rsidRDefault="00DD0E81" w:rsidP="003925DA">
            <w:pPr>
              <w:spacing w:after="0" w:line="240" w:lineRule="auto"/>
              <w:rPr>
                <w:rFonts w:ascii="Arial" w:hAnsi="Arial" w:cs="Arial"/>
              </w:rPr>
            </w:pPr>
          </w:p>
        </w:tc>
      </w:tr>
    </w:tbl>
    <w:p w14:paraId="5215539D" w14:textId="77777777" w:rsidR="000073BB" w:rsidRDefault="000073BB" w:rsidP="003925DA">
      <w:pPr>
        <w:pStyle w:val="Heading3"/>
        <w:numPr>
          <w:ilvl w:val="0"/>
          <w:numId w:val="0"/>
        </w:numPr>
        <w:rPr>
          <w:rFonts w:eastAsiaTheme="minorHAnsi"/>
          <w:b/>
        </w:rPr>
      </w:pPr>
    </w:p>
    <w:p w14:paraId="17359E35" w14:textId="77777777" w:rsidR="00E31ABA" w:rsidRDefault="00E31ABA" w:rsidP="003925DA">
      <w:pPr>
        <w:pStyle w:val="Heading3"/>
        <w:numPr>
          <w:ilvl w:val="0"/>
          <w:numId w:val="0"/>
        </w:numPr>
        <w:rPr>
          <w:rFonts w:eastAsiaTheme="minorHAnsi"/>
          <w:b/>
        </w:rPr>
      </w:pPr>
    </w:p>
    <w:p w14:paraId="7F030781" w14:textId="77777777" w:rsidR="00E31ABA" w:rsidRDefault="00E31ABA" w:rsidP="003925DA">
      <w:pPr>
        <w:pStyle w:val="Heading3"/>
        <w:numPr>
          <w:ilvl w:val="0"/>
          <w:numId w:val="0"/>
        </w:numPr>
        <w:rPr>
          <w:rFonts w:eastAsiaTheme="minorHAnsi"/>
          <w:b/>
        </w:rPr>
      </w:pPr>
    </w:p>
    <w:p w14:paraId="3243DF2B" w14:textId="77777777" w:rsidR="00E31ABA" w:rsidRDefault="00E31ABA" w:rsidP="003925DA">
      <w:pPr>
        <w:pStyle w:val="Heading3"/>
        <w:numPr>
          <w:ilvl w:val="0"/>
          <w:numId w:val="0"/>
        </w:numPr>
        <w:rPr>
          <w:rFonts w:eastAsiaTheme="minorHAnsi"/>
          <w:b/>
        </w:rPr>
      </w:pPr>
    </w:p>
    <w:p w14:paraId="70D53F79" w14:textId="77777777" w:rsidR="00B1627E" w:rsidRDefault="00B1627E">
      <w:pPr>
        <w:spacing w:after="0" w:line="240" w:lineRule="auto"/>
        <w:rPr>
          <w:rFonts w:ascii="Arial" w:eastAsiaTheme="minorHAnsi" w:hAnsi="Arial"/>
          <w:b/>
          <w:sz w:val="24"/>
        </w:rPr>
      </w:pPr>
      <w:r>
        <w:rPr>
          <w:rFonts w:eastAsiaTheme="minorHAnsi"/>
          <w:b/>
        </w:rPr>
        <w:br w:type="page"/>
      </w:r>
    </w:p>
    <w:p w14:paraId="3FF0F068"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4F4D0B18" w14:textId="77777777" w:rsidTr="006F2A70">
        <w:tc>
          <w:tcPr>
            <w:tcW w:w="14174" w:type="dxa"/>
            <w:shd w:val="solid" w:color="B6DDE8" w:themeColor="accent5" w:themeTint="66" w:fill="auto"/>
          </w:tcPr>
          <w:p w14:paraId="19438B8B"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5057AA1F" w14:textId="77777777" w:rsidTr="006F2A70">
        <w:tc>
          <w:tcPr>
            <w:tcW w:w="14174" w:type="dxa"/>
          </w:tcPr>
          <w:p w14:paraId="59AF6904" w14:textId="77777777" w:rsidR="003925DA" w:rsidRPr="003925DA" w:rsidRDefault="003925DA" w:rsidP="0040708C">
            <w:pPr>
              <w:pStyle w:val="Heading3"/>
              <w:numPr>
                <w:ilvl w:val="0"/>
                <w:numId w:val="0"/>
              </w:numPr>
              <w:rPr>
                <w:rFonts w:eastAsiaTheme="minorHAnsi"/>
                <w:sz w:val="22"/>
                <w:szCs w:val="22"/>
              </w:rPr>
            </w:pPr>
          </w:p>
          <w:p w14:paraId="395C9B5D" w14:textId="77777777" w:rsidR="003925DA" w:rsidRDefault="003925DA" w:rsidP="0040708C">
            <w:pPr>
              <w:pStyle w:val="Heading3"/>
              <w:numPr>
                <w:ilvl w:val="0"/>
                <w:numId w:val="0"/>
              </w:numPr>
              <w:rPr>
                <w:rFonts w:eastAsiaTheme="minorHAnsi"/>
              </w:rPr>
            </w:pPr>
          </w:p>
          <w:p w14:paraId="30C1219E" w14:textId="77777777" w:rsidR="003925DA" w:rsidRDefault="003925DA" w:rsidP="0040708C">
            <w:pPr>
              <w:pStyle w:val="Heading3"/>
              <w:numPr>
                <w:ilvl w:val="0"/>
                <w:numId w:val="0"/>
              </w:numPr>
              <w:rPr>
                <w:rFonts w:eastAsiaTheme="minorHAnsi"/>
              </w:rPr>
            </w:pPr>
          </w:p>
          <w:p w14:paraId="7C337446" w14:textId="77777777" w:rsidR="003925DA" w:rsidRDefault="003925DA" w:rsidP="0040708C">
            <w:pPr>
              <w:pStyle w:val="Heading3"/>
              <w:numPr>
                <w:ilvl w:val="0"/>
                <w:numId w:val="0"/>
              </w:numPr>
              <w:rPr>
                <w:rFonts w:eastAsiaTheme="minorHAnsi"/>
              </w:rPr>
            </w:pPr>
          </w:p>
          <w:p w14:paraId="5D00A561" w14:textId="77777777" w:rsidR="003925DA" w:rsidRDefault="003925DA" w:rsidP="0040708C">
            <w:pPr>
              <w:pStyle w:val="Heading3"/>
              <w:numPr>
                <w:ilvl w:val="0"/>
                <w:numId w:val="0"/>
              </w:numPr>
              <w:rPr>
                <w:rFonts w:eastAsiaTheme="minorHAnsi"/>
              </w:rPr>
            </w:pPr>
          </w:p>
          <w:p w14:paraId="7CD54F21" w14:textId="77777777" w:rsidR="003925DA" w:rsidRDefault="003925DA" w:rsidP="0040708C">
            <w:pPr>
              <w:pStyle w:val="Heading3"/>
              <w:numPr>
                <w:ilvl w:val="0"/>
                <w:numId w:val="0"/>
              </w:numPr>
              <w:rPr>
                <w:rFonts w:eastAsiaTheme="minorHAnsi"/>
              </w:rPr>
            </w:pPr>
          </w:p>
          <w:p w14:paraId="1E499D7A" w14:textId="77777777" w:rsidR="003925DA" w:rsidRDefault="003925DA" w:rsidP="0040708C">
            <w:pPr>
              <w:pStyle w:val="Heading3"/>
              <w:numPr>
                <w:ilvl w:val="0"/>
                <w:numId w:val="0"/>
              </w:numPr>
              <w:rPr>
                <w:rFonts w:eastAsiaTheme="minorHAnsi"/>
              </w:rPr>
            </w:pPr>
          </w:p>
          <w:p w14:paraId="092B07CC" w14:textId="77777777" w:rsidR="003925DA" w:rsidRDefault="003925DA" w:rsidP="0040708C">
            <w:pPr>
              <w:pStyle w:val="Heading3"/>
              <w:numPr>
                <w:ilvl w:val="0"/>
                <w:numId w:val="0"/>
              </w:numPr>
              <w:rPr>
                <w:rFonts w:eastAsiaTheme="minorHAnsi"/>
              </w:rPr>
            </w:pPr>
          </w:p>
          <w:p w14:paraId="52D6D29B" w14:textId="77777777" w:rsidR="003925DA" w:rsidRDefault="003925DA" w:rsidP="0040708C">
            <w:pPr>
              <w:pStyle w:val="Heading3"/>
              <w:numPr>
                <w:ilvl w:val="0"/>
                <w:numId w:val="0"/>
              </w:numPr>
              <w:rPr>
                <w:rFonts w:eastAsiaTheme="minorHAnsi"/>
              </w:rPr>
            </w:pPr>
          </w:p>
          <w:p w14:paraId="165A78AD" w14:textId="77777777" w:rsidR="003925DA" w:rsidRDefault="003925DA" w:rsidP="0040708C">
            <w:pPr>
              <w:pStyle w:val="Heading3"/>
              <w:numPr>
                <w:ilvl w:val="0"/>
                <w:numId w:val="0"/>
              </w:numPr>
              <w:rPr>
                <w:rFonts w:eastAsiaTheme="minorHAnsi"/>
              </w:rPr>
            </w:pPr>
          </w:p>
          <w:p w14:paraId="27D43BB2" w14:textId="77777777" w:rsidR="003925DA" w:rsidRDefault="003925DA" w:rsidP="0040708C">
            <w:pPr>
              <w:pStyle w:val="Heading3"/>
              <w:numPr>
                <w:ilvl w:val="0"/>
                <w:numId w:val="0"/>
              </w:numPr>
              <w:rPr>
                <w:rFonts w:eastAsiaTheme="minorHAnsi"/>
              </w:rPr>
            </w:pPr>
          </w:p>
          <w:p w14:paraId="1402F402" w14:textId="77777777" w:rsidR="003925DA" w:rsidRDefault="003925DA" w:rsidP="0040708C">
            <w:pPr>
              <w:pStyle w:val="Heading3"/>
              <w:numPr>
                <w:ilvl w:val="0"/>
                <w:numId w:val="0"/>
              </w:numPr>
              <w:rPr>
                <w:rFonts w:eastAsiaTheme="minorHAnsi"/>
              </w:rPr>
            </w:pPr>
          </w:p>
        </w:tc>
      </w:tr>
    </w:tbl>
    <w:p w14:paraId="4E26465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96F30" w14:textId="77777777" w:rsidR="004C760D" w:rsidRDefault="004C760D">
      <w:r>
        <w:separator/>
      </w:r>
    </w:p>
  </w:endnote>
  <w:endnote w:type="continuationSeparator" w:id="0">
    <w:p w14:paraId="05309F9B" w14:textId="77777777" w:rsidR="004C760D" w:rsidRDefault="004C7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Arial"/>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AD01C" w14:textId="77777777" w:rsidR="004540E4" w:rsidRDefault="004540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FEB08" w14:textId="77777777" w:rsidR="004540E4" w:rsidRPr="00125DF8" w:rsidRDefault="004540E4">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C717D7">
      <w:rPr>
        <w:noProof/>
        <w:color w:val="31849B"/>
        <w:sz w:val="24"/>
      </w:rPr>
      <w:t>13</w:t>
    </w:r>
    <w:r w:rsidRPr="00125DF8">
      <w:rPr>
        <w:noProof/>
        <w:color w:val="31849B"/>
        <w:sz w:val="24"/>
      </w:rPr>
      <w:fldChar w:fldCharType="end"/>
    </w:r>
  </w:p>
  <w:p w14:paraId="3DF874F6" w14:textId="77777777" w:rsidR="004540E4" w:rsidRDefault="004540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742B0" w14:textId="77777777" w:rsidR="004C760D" w:rsidRDefault="004C760D">
      <w:r>
        <w:separator/>
      </w:r>
    </w:p>
  </w:footnote>
  <w:footnote w:type="continuationSeparator" w:id="0">
    <w:p w14:paraId="2BC5AF9F" w14:textId="77777777" w:rsidR="004C760D" w:rsidRDefault="004C7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01DB0" w14:textId="77777777" w:rsidR="004540E4" w:rsidRPr="00AC5A43" w:rsidRDefault="004540E4"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0A4FB6B7" w14:textId="77777777" w:rsidR="004540E4" w:rsidRDefault="004540E4"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1CDBA" w14:textId="77777777" w:rsidR="004540E4" w:rsidRDefault="004540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8F1C1" w14:textId="77777777" w:rsidR="004540E4" w:rsidRPr="00AC5A43" w:rsidRDefault="004540E4"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5E2F574C" w14:textId="77777777" w:rsidR="004540E4" w:rsidRDefault="004540E4"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7FF4D" w14:textId="77777777" w:rsidR="004540E4" w:rsidRDefault="004540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787699541">
    <w:abstractNumId w:val="5"/>
  </w:num>
  <w:num w:numId="2" w16cid:durableId="750125214">
    <w:abstractNumId w:val="4"/>
  </w:num>
  <w:num w:numId="3" w16cid:durableId="1293559575">
    <w:abstractNumId w:val="6"/>
  </w:num>
  <w:num w:numId="4" w16cid:durableId="635333584">
    <w:abstractNumId w:val="0"/>
  </w:num>
  <w:num w:numId="5" w16cid:durableId="818612869">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774738167">
    <w:abstractNumId w:val="9"/>
  </w:num>
  <w:num w:numId="7" w16cid:durableId="1056122592">
    <w:abstractNumId w:val="2"/>
  </w:num>
  <w:num w:numId="8" w16cid:durableId="157888310">
    <w:abstractNumId w:val="8"/>
  </w:num>
  <w:num w:numId="9" w16cid:durableId="256184233">
    <w:abstractNumId w:val="3"/>
  </w:num>
  <w:num w:numId="10" w16cid:durableId="13565401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9342400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77101"/>
    <w:rsid w:val="00080474"/>
    <w:rsid w:val="0008526F"/>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64E04"/>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24D7"/>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5CA6"/>
    <w:rsid w:val="00244C0E"/>
    <w:rsid w:val="002463D3"/>
    <w:rsid w:val="00252BD9"/>
    <w:rsid w:val="00252CF0"/>
    <w:rsid w:val="00253D5A"/>
    <w:rsid w:val="00253E8C"/>
    <w:rsid w:val="002555B2"/>
    <w:rsid w:val="00257253"/>
    <w:rsid w:val="002604B7"/>
    <w:rsid w:val="00260719"/>
    <w:rsid w:val="002613A5"/>
    <w:rsid w:val="0026184D"/>
    <w:rsid w:val="00263648"/>
    <w:rsid w:val="00263BFB"/>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4B75"/>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6CE1"/>
    <w:rsid w:val="002E7117"/>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27545"/>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0E4"/>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60D"/>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3255"/>
    <w:rsid w:val="00535D73"/>
    <w:rsid w:val="00536C5D"/>
    <w:rsid w:val="00537C97"/>
    <w:rsid w:val="005402C0"/>
    <w:rsid w:val="005409E4"/>
    <w:rsid w:val="00541146"/>
    <w:rsid w:val="00541283"/>
    <w:rsid w:val="005418AF"/>
    <w:rsid w:val="0054266A"/>
    <w:rsid w:val="00542B53"/>
    <w:rsid w:val="005431A4"/>
    <w:rsid w:val="005434CC"/>
    <w:rsid w:val="00543C75"/>
    <w:rsid w:val="00545013"/>
    <w:rsid w:val="0054574F"/>
    <w:rsid w:val="00546F7D"/>
    <w:rsid w:val="005504C9"/>
    <w:rsid w:val="00555995"/>
    <w:rsid w:val="00557DC6"/>
    <w:rsid w:val="00566865"/>
    <w:rsid w:val="005735D6"/>
    <w:rsid w:val="0057377E"/>
    <w:rsid w:val="00577D00"/>
    <w:rsid w:val="0058290B"/>
    <w:rsid w:val="00582EF9"/>
    <w:rsid w:val="0058407C"/>
    <w:rsid w:val="0058421C"/>
    <w:rsid w:val="005856ED"/>
    <w:rsid w:val="00587E03"/>
    <w:rsid w:val="005905EF"/>
    <w:rsid w:val="00591029"/>
    <w:rsid w:val="005912A5"/>
    <w:rsid w:val="00591C22"/>
    <w:rsid w:val="005932D3"/>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6760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6F75D2"/>
    <w:rsid w:val="0070261F"/>
    <w:rsid w:val="00702EF1"/>
    <w:rsid w:val="007041CB"/>
    <w:rsid w:val="007042D0"/>
    <w:rsid w:val="00705220"/>
    <w:rsid w:val="00707218"/>
    <w:rsid w:val="007077A7"/>
    <w:rsid w:val="00711BA8"/>
    <w:rsid w:val="00711F8F"/>
    <w:rsid w:val="00713305"/>
    <w:rsid w:val="0071663A"/>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5C74"/>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0D48"/>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6597"/>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7545"/>
    <w:rsid w:val="00950D03"/>
    <w:rsid w:val="00952691"/>
    <w:rsid w:val="00954E51"/>
    <w:rsid w:val="00957044"/>
    <w:rsid w:val="00961142"/>
    <w:rsid w:val="0096194B"/>
    <w:rsid w:val="009631E9"/>
    <w:rsid w:val="009649A5"/>
    <w:rsid w:val="00965018"/>
    <w:rsid w:val="00965D53"/>
    <w:rsid w:val="00966A0B"/>
    <w:rsid w:val="00971731"/>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B1C"/>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52B"/>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3AE9"/>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2B98"/>
    <w:rsid w:val="00BF3084"/>
    <w:rsid w:val="00BF509A"/>
    <w:rsid w:val="00BF605C"/>
    <w:rsid w:val="00BF6CAE"/>
    <w:rsid w:val="00C009A0"/>
    <w:rsid w:val="00C00FBC"/>
    <w:rsid w:val="00C01CF0"/>
    <w:rsid w:val="00C01FD8"/>
    <w:rsid w:val="00C0292F"/>
    <w:rsid w:val="00C03263"/>
    <w:rsid w:val="00C044C4"/>
    <w:rsid w:val="00C131A6"/>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674D9"/>
    <w:rsid w:val="00C7135E"/>
    <w:rsid w:val="00C717D7"/>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96F99"/>
    <w:rsid w:val="00CA2EB1"/>
    <w:rsid w:val="00CA3976"/>
    <w:rsid w:val="00CA442F"/>
    <w:rsid w:val="00CA5A67"/>
    <w:rsid w:val="00CA6DBB"/>
    <w:rsid w:val="00CB0608"/>
    <w:rsid w:val="00CB2C8B"/>
    <w:rsid w:val="00CB4DB0"/>
    <w:rsid w:val="00CB5233"/>
    <w:rsid w:val="00CB589E"/>
    <w:rsid w:val="00CC2E1B"/>
    <w:rsid w:val="00CC3281"/>
    <w:rsid w:val="00CC38B2"/>
    <w:rsid w:val="00CC5741"/>
    <w:rsid w:val="00CC631D"/>
    <w:rsid w:val="00CD114D"/>
    <w:rsid w:val="00CD60E2"/>
    <w:rsid w:val="00CE05FE"/>
    <w:rsid w:val="00CE08AC"/>
    <w:rsid w:val="00CE0DEB"/>
    <w:rsid w:val="00CE14A8"/>
    <w:rsid w:val="00CE2939"/>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4EFF"/>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977"/>
    <w:rsid w:val="00E92B1C"/>
    <w:rsid w:val="00E93845"/>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3C43"/>
    <w:rsid w:val="00F2642F"/>
    <w:rsid w:val="00F265A9"/>
    <w:rsid w:val="00F32763"/>
    <w:rsid w:val="00F32B04"/>
    <w:rsid w:val="00F32F9E"/>
    <w:rsid w:val="00F34C45"/>
    <w:rsid w:val="00F362B0"/>
    <w:rsid w:val="00F36878"/>
    <w:rsid w:val="00F37F6B"/>
    <w:rsid w:val="00F404D4"/>
    <w:rsid w:val="00F45131"/>
    <w:rsid w:val="00F46A67"/>
    <w:rsid w:val="00F47888"/>
    <w:rsid w:val="00F530DB"/>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259918"/>
  <w15:docId w15:val="{8AC567F0-170D-4C43-8203-6E3C0723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CE2939"/>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CE2939"/>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46077">
      <w:bodyDiv w:val="1"/>
      <w:marLeft w:val="0"/>
      <w:marRight w:val="0"/>
      <w:marTop w:val="0"/>
      <w:marBottom w:val="0"/>
      <w:divBdr>
        <w:top w:val="none" w:sz="0" w:space="0" w:color="auto"/>
        <w:left w:val="none" w:sz="0" w:space="0" w:color="auto"/>
        <w:bottom w:val="none" w:sz="0" w:space="0" w:color="auto"/>
        <w:right w:val="none" w:sz="0" w:space="0" w:color="auto"/>
      </w:divBdr>
    </w:div>
    <w:div w:id="63526153">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44561762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cc63bb4d7b0d4530"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A48676933</value>
    </field>
    <field name="Objective-Title">
      <value order="0">ATF - Flintshire - Annual Reporting 2017-18 - Croes Atti Rnbt to Rockcliffe final  yr 1 reporting</value>
    </field>
    <field name="Objective-Description">
      <value order="0"/>
    </field>
    <field name="Objective-CreationStamp">
      <value order="0">2023-12-08T13:50:47Z</value>
    </field>
    <field name="Objective-IsApproved">
      <value order="0">false</value>
    </field>
    <field name="Objective-IsPublished">
      <value order="0">true</value>
    </field>
    <field name="Objective-DatePublished">
      <value order="0">2024-01-12T13:35:53Z</value>
    </field>
    <field name="Objective-ModificationStamp">
      <value order="0">2024-01-12T13:35:52Z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vA91949485</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1FAC8-3BB0-487D-978D-09AA99EF2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5</TotalTime>
  <Pages>13</Pages>
  <Words>2006</Words>
  <Characters>11435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13415</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2019-10-04T14:02:00Z</cp:lastPrinted>
  <dcterms:created xsi:type="dcterms:W3CDTF">2023-12-08T13:49:00Z</dcterms:created>
  <dcterms:modified xsi:type="dcterms:W3CDTF">2024-01-12T13:35:00Z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A48676933</vt:lpwstr>
  </property>
  <property fmtid="{D5CDD505-2E9C-101B-9397-08002B2CF9AE}" pid="5" name="Objective-Title">
    <vt:lpwstr>ATF - Flintshire - Annual Reporting 2017-18 - Croes Atti Rnbt to Rockcliffe final  yr 1 reporting</vt:lpwstr>
  </property>
  <property fmtid="{D5CDD505-2E9C-101B-9397-08002B2CF9AE}" pid="6" name="Objective-Comment">
    <vt:lpwstr/>
  </property>
  <property fmtid="{D5CDD505-2E9C-101B-9397-08002B2CF9AE}" pid="7" name="Objective-CreationStamp">
    <vt:filetime>2023-12-08T13:50:47Z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2024-01-12T13:35:53Z</vt:filetime>
  </property>
  <property fmtid="{D5CDD505-2E9C-101B-9397-08002B2CF9AE}" pid="11" name="Objective-ModificationStamp">
    <vt:filetime>2024-01-12T13:35:52Z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vA91949485</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